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322" w:rsidRDefault="00971322" w:rsidP="00881B77">
      <w:pPr>
        <w:pStyle w:val="Heading2"/>
      </w:pPr>
      <w:bookmarkStart w:id="0" w:name="Section10"/>
      <w:bookmarkEnd w:id="0"/>
      <w:r>
        <w:t>Challenge Exercise</w:t>
      </w:r>
    </w:p>
    <w:p w:rsidR="00971322" w:rsidRDefault="00971322" w:rsidP="00E941D4">
      <w:pPr>
        <w:pStyle w:val="SecondLevel"/>
      </w:pPr>
      <w:r>
        <w:t>Getting Help</w:t>
      </w:r>
    </w:p>
    <w:p w:rsidR="00971322" w:rsidRDefault="00971322" w:rsidP="00521720"/>
    <w:p w:rsidR="00971322" w:rsidRPr="00E941D4" w:rsidRDefault="00971322" w:rsidP="00521720">
      <w:r>
        <w:rPr>
          <w:noProof/>
          <w:lang w:eastAsia="en-A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-21590</wp:posOffset>
                </wp:positionH>
                <wp:positionV relativeFrom="paragraph">
                  <wp:posOffset>339725</wp:posOffset>
                </wp:positionV>
                <wp:extent cx="6174000" cy="8056700"/>
                <wp:effectExtent l="0" t="0" r="36830" b="190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74000" cy="8056700"/>
                          <a:chOff x="0" y="0"/>
                          <a:chExt cx="6174000" cy="8056700"/>
                        </a:xfrm>
                      </wpg:grpSpPr>
                      <wps:wsp>
                        <wps:cNvPr id="10" name="Straight Connector 10"/>
                        <wps:cNvCnPr/>
                        <wps:spPr>
                          <a:xfrm>
                            <a:off x="63500" y="0"/>
                            <a:ext cx="60840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88876" y="203167"/>
                            <a:ext cx="5955030" cy="3717925"/>
                          </a:xfrm>
                          <a:prstGeom prst="rect">
                            <a:avLst/>
                          </a:prstGeom>
                          <a:solidFill>
                            <a:srgbClr val="FFFFCC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107763" dir="81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Ind w:w="-28" w:type="dxa"/>
                                <w:tblLayout w:type="fixed"/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546"/>
                                <w:gridCol w:w="6887"/>
                                <w:gridCol w:w="1694"/>
                              </w:tblGrid>
                              <w:tr w:rsidR="00971322" w:rsidRPr="00563912" w:rsidTr="00AA7524">
                                <w:trPr>
                                  <w:cantSplit/>
                                  <w:trHeight w:val="540"/>
                                </w:trPr>
                                <w:tc>
                                  <w:tcPr>
                                    <w:tcW w:w="7433" w:type="dxa"/>
                                    <w:gridSpan w:val="2"/>
                                  </w:tcPr>
                                  <w:p w:rsidR="00971322" w:rsidRPr="00C64D4D" w:rsidRDefault="00971322">
                                    <w:pPr>
                                      <w:spacing w:before="120"/>
                                      <w:rPr>
                                        <w:b/>
                                        <w:color w:val="C00000"/>
                                        <w:sz w:val="22"/>
                                        <w:szCs w:val="22"/>
                                      </w:rPr>
                                    </w:pPr>
                                    <w:r w:rsidRPr="00C64D4D">
                                      <w:rPr>
                                        <w:b/>
                                        <w:color w:val="C00000"/>
                                        <w:sz w:val="22"/>
                                        <w:szCs w:val="22"/>
                                      </w:rPr>
                                      <w:t>Tasks:</w:t>
                                    </w:r>
                                  </w:p>
                                </w:tc>
                                <w:tc>
                                  <w:tcPr>
                                    <w:tcW w:w="1694" w:type="dxa"/>
                                  </w:tcPr>
                                  <w:p w:rsidR="00971322" w:rsidRPr="00C64D4D" w:rsidRDefault="00971322" w:rsidP="00A76E7A">
                                    <w:pPr>
                                      <w:spacing w:before="120"/>
                                      <w:jc w:val="center"/>
                                      <w:rPr>
                                        <w:b/>
                                        <w:color w:val="C00000"/>
                                        <w:sz w:val="22"/>
                                        <w:szCs w:val="22"/>
                                      </w:rPr>
                                    </w:pPr>
                                    <w:r w:rsidRPr="00C64D4D">
                                      <w:rPr>
                                        <w:b/>
                                        <w:color w:val="C00000"/>
                                        <w:sz w:val="22"/>
                                        <w:szCs w:val="22"/>
                                      </w:rPr>
                                      <w:t>Completed:</w:t>
                                    </w:r>
                                  </w:p>
                                </w:tc>
                              </w:tr>
                              <w:tr w:rsidR="00971322" w:rsidTr="00AA7524">
                                <w:trPr>
                                  <w:cantSplit/>
                                </w:trPr>
                                <w:tc>
                                  <w:tcPr>
                                    <w:tcW w:w="546" w:type="dxa"/>
                                    <w:textDirection w:val="btLr"/>
                                    <w:vAlign w:val="center"/>
                                  </w:tcPr>
                                  <w:p w:rsidR="00971322" w:rsidRDefault="00971322" w:rsidP="0040786A">
                                    <w:pPr>
                                      <w:pStyle w:val="PreambleLabel"/>
                                      <w:rPr>
                                        <w:sz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887" w:type="dxa"/>
                                  </w:tcPr>
                                  <w:p w:rsidR="00971322" w:rsidRPr="00574172" w:rsidRDefault="00971322" w:rsidP="00574172">
                                    <w:pPr>
                                      <w:pStyle w:val="PreambleText"/>
                                    </w:pPr>
                                    <w:bookmarkStart w:id="1" w:name="Preamble"/>
                                    <w:r>
                                      <w:t>Before starting this exercise you MUST have completed all of the topics in the chapter Getting Help…</w:t>
                                    </w:r>
                                    <w:bookmarkEnd w:id="1"/>
                                  </w:p>
                                </w:tc>
                                <w:tc>
                                  <w:tcPr>
                                    <w:tcW w:w="1694" w:type="dxa"/>
                                  </w:tcPr>
                                  <w:p w:rsidR="00971322" w:rsidRDefault="00971322" w:rsidP="00A76E7A">
                                    <w:pPr>
                                      <w:pStyle w:val="PreambleText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</w:p>
                                </w:tc>
                              </w:tr>
                              <w:tr w:rsidR="00971322" w:rsidTr="00AA7524">
                                <w:trPr>
                                  <w:trHeight w:val="540"/>
                                </w:trPr>
                                <w:tc>
                                  <w:tcPr>
                                    <w:tcW w:w="546" w:type="dxa"/>
                                  </w:tcPr>
                                  <w:p w:rsidR="00971322" w:rsidRPr="00C64D4D" w:rsidRDefault="00971322">
                                    <w:pPr>
                                      <w:spacing w:before="0" w:after="0"/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</w:pPr>
                                    <w:r w:rsidRPr="00C64D4D"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  <w:t></w:t>
                                    </w:r>
                                  </w:p>
                                </w:tc>
                                <w:tc>
                                  <w:tcPr>
                                    <w:tcW w:w="6887" w:type="dxa"/>
                                  </w:tcPr>
                                  <w:p w:rsidR="00971322" w:rsidRPr="00326DF9" w:rsidRDefault="00971322" w:rsidP="00EE4406">
                                    <w:pPr>
                                      <w:spacing w:before="120" w:after="0"/>
                                    </w:pPr>
                                    <w:r>
                                      <w:t xml:space="preserve">Open the </w:t>
                                    </w:r>
                                    <w:r>
                                      <w:rPr>
                                        <w:b/>
                                        <w:i/>
                                      </w:rPr>
                                      <w:t>Help</w:t>
                                    </w:r>
                                    <w:r>
                                      <w:t xml:space="preserve"> window to instantly display information specific to </w:t>
                                    </w:r>
                                    <w:r>
                                      <w:rPr>
                                        <w:b/>
                                        <w:i/>
                                      </w:rPr>
                                      <w:t>Shapes</w:t>
                                    </w:r>
                                    <w:r>
                                      <w:t>. Use the links to locate information on adding shapes in PowerPoint, then answer the questions on the following page</w:t>
                                    </w:r>
                                  </w:p>
                                </w:tc>
                                <w:tc>
                                  <w:tcPr>
                                    <w:tcW w:w="1694" w:type="dxa"/>
                                  </w:tcPr>
                                  <w:p w:rsidR="00971322" w:rsidRPr="008C62FF" w:rsidRDefault="00971322" w:rsidP="00A76E7A">
                                    <w:pPr>
                                      <w:jc w:val="center"/>
                                      <w:rPr>
                                        <w:color w:val="999999"/>
                                      </w:rPr>
                                    </w:pPr>
                                    <w:r w:rsidRPr="008C62FF">
                                      <w:rPr>
                                        <w:color w:val="999999"/>
                                        <w:sz w:val="40"/>
                                        <w:szCs w:val="40"/>
                                      </w:rPr>
                                      <w:sym w:font="Webdings" w:char="F063"/>
                                    </w:r>
                                  </w:p>
                                </w:tc>
                              </w:tr>
                              <w:tr w:rsidR="00971322" w:rsidTr="00AA7524">
                                <w:trPr>
                                  <w:trHeight w:val="540"/>
                                </w:trPr>
                                <w:tc>
                                  <w:tcPr>
                                    <w:tcW w:w="546" w:type="dxa"/>
                                  </w:tcPr>
                                  <w:p w:rsidR="00971322" w:rsidRPr="00C64D4D" w:rsidRDefault="00971322">
                                    <w:pPr>
                                      <w:spacing w:before="0" w:after="0"/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</w:pPr>
                                    <w:r w:rsidRPr="00C64D4D"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  <w:t></w:t>
                                    </w:r>
                                  </w:p>
                                </w:tc>
                                <w:tc>
                                  <w:tcPr>
                                    <w:tcW w:w="6887" w:type="dxa"/>
                                  </w:tcPr>
                                  <w:p w:rsidR="00971322" w:rsidRPr="00326DF9" w:rsidRDefault="00971322" w:rsidP="00F2665B">
                                    <w:pPr>
                                      <w:spacing w:before="120" w:after="0"/>
                                    </w:pPr>
                                    <w:r>
                                      <w:t xml:space="preserve">Display the </w:t>
                                    </w:r>
                                    <w:r>
                                      <w:rPr>
                                        <w:b/>
                                        <w:i/>
                                      </w:rPr>
                                      <w:t>Home</w:t>
                                    </w:r>
                                    <w:r>
                                      <w:t xml:space="preserve"> page in the </w:t>
                                    </w:r>
                                    <w:r>
                                      <w:rPr>
                                        <w:b/>
                                        <w:i/>
                                      </w:rPr>
                                      <w:t>Help</w:t>
                                    </w:r>
                                    <w:r>
                                      <w:t xml:space="preserve"> window</w:t>
                                    </w:r>
                                  </w:p>
                                </w:tc>
                                <w:tc>
                                  <w:tcPr>
                                    <w:tcW w:w="1694" w:type="dxa"/>
                                  </w:tcPr>
                                  <w:p w:rsidR="00971322" w:rsidRPr="008C62FF" w:rsidRDefault="00971322" w:rsidP="00A76E7A">
                                    <w:pPr>
                                      <w:jc w:val="center"/>
                                      <w:rPr>
                                        <w:color w:val="999999"/>
                                      </w:rPr>
                                    </w:pPr>
                                    <w:r w:rsidRPr="008C62FF">
                                      <w:rPr>
                                        <w:color w:val="999999"/>
                                        <w:sz w:val="40"/>
                                        <w:szCs w:val="40"/>
                                      </w:rPr>
                                      <w:sym w:font="Webdings" w:char="F063"/>
                                    </w:r>
                                  </w:p>
                                </w:tc>
                              </w:tr>
                              <w:tr w:rsidR="00971322" w:rsidTr="00AA7524">
                                <w:trPr>
                                  <w:trHeight w:val="540"/>
                                </w:trPr>
                                <w:tc>
                                  <w:tcPr>
                                    <w:tcW w:w="546" w:type="dxa"/>
                                  </w:tcPr>
                                  <w:p w:rsidR="00971322" w:rsidRPr="00C64D4D" w:rsidRDefault="00971322">
                                    <w:pPr>
                                      <w:spacing w:before="0" w:after="0"/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</w:pPr>
                                    <w:r w:rsidRPr="00C64D4D"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  <w:t></w:t>
                                    </w:r>
                                  </w:p>
                                </w:tc>
                                <w:tc>
                                  <w:tcPr>
                                    <w:tcW w:w="6887" w:type="dxa"/>
                                  </w:tcPr>
                                  <w:p w:rsidR="00971322" w:rsidRPr="000112DB" w:rsidRDefault="00971322" w:rsidP="000112DB">
                                    <w:pPr>
                                      <w:spacing w:before="120" w:after="0"/>
                                    </w:pPr>
                                    <w:r>
                                      <w:t xml:space="preserve">Use the search field to locate information on </w:t>
                                    </w:r>
                                    <w:r w:rsidRPr="000112DB">
                                      <w:rPr>
                                        <w:i/>
                                      </w:rPr>
                                      <w:t>animations</w:t>
                                    </w:r>
                                    <w:r>
                                      <w:t>. Answer the questions on the following page</w:t>
                                    </w:r>
                                  </w:p>
                                </w:tc>
                                <w:tc>
                                  <w:tcPr>
                                    <w:tcW w:w="1694" w:type="dxa"/>
                                  </w:tcPr>
                                  <w:p w:rsidR="00971322" w:rsidRPr="008C62FF" w:rsidRDefault="00971322" w:rsidP="00A76E7A">
                                    <w:pPr>
                                      <w:jc w:val="center"/>
                                      <w:rPr>
                                        <w:color w:val="999999"/>
                                      </w:rPr>
                                    </w:pPr>
                                    <w:r w:rsidRPr="008C62FF">
                                      <w:rPr>
                                        <w:color w:val="999999"/>
                                        <w:sz w:val="40"/>
                                        <w:szCs w:val="40"/>
                                      </w:rPr>
                                      <w:sym w:font="Webdings" w:char="F063"/>
                                    </w:r>
                                  </w:p>
                                </w:tc>
                              </w:tr>
                              <w:tr w:rsidR="00971322" w:rsidTr="00AA7524">
                                <w:trPr>
                                  <w:trHeight w:val="540"/>
                                </w:trPr>
                                <w:tc>
                                  <w:tcPr>
                                    <w:tcW w:w="546" w:type="dxa"/>
                                  </w:tcPr>
                                  <w:p w:rsidR="00971322" w:rsidRPr="00C64D4D" w:rsidRDefault="00971322">
                                    <w:pPr>
                                      <w:spacing w:before="0" w:after="0"/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</w:pPr>
                                    <w:r w:rsidRPr="00C64D4D"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  <w:t></w:t>
                                    </w:r>
                                  </w:p>
                                </w:tc>
                                <w:tc>
                                  <w:tcPr>
                                    <w:tcW w:w="6887" w:type="dxa"/>
                                  </w:tcPr>
                                  <w:p w:rsidR="00971322" w:rsidRPr="00C2645D" w:rsidRDefault="00971322" w:rsidP="00BE0057">
                                    <w:pPr>
                                      <w:spacing w:before="120" w:after="0"/>
                                    </w:pPr>
                                    <w:r>
                                      <w:t xml:space="preserve">Return to the </w:t>
                                    </w:r>
                                    <w:r>
                                      <w:rPr>
                                        <w:b/>
                                        <w:i/>
                                      </w:rPr>
                                      <w:t>Home</w:t>
                                    </w:r>
                                    <w:r>
                                      <w:t xml:space="preserve"> page of the </w:t>
                                    </w:r>
                                    <w:r>
                                      <w:rPr>
                                        <w:b/>
                                        <w:i/>
                                      </w:rPr>
                                      <w:t>Help</w:t>
                                    </w:r>
                                    <w:r>
                                      <w:t xml:space="preserve"> window. Display the Help information about keyboard shortcuts, then show all of the topics on the page. Print the first page of information</w:t>
                                    </w:r>
                                  </w:p>
                                </w:tc>
                                <w:tc>
                                  <w:tcPr>
                                    <w:tcW w:w="1694" w:type="dxa"/>
                                  </w:tcPr>
                                  <w:p w:rsidR="00971322" w:rsidRPr="008C62FF" w:rsidRDefault="00971322" w:rsidP="00A76E7A">
                                    <w:pPr>
                                      <w:jc w:val="center"/>
                                      <w:rPr>
                                        <w:color w:val="999999"/>
                                      </w:rPr>
                                    </w:pPr>
                                    <w:r w:rsidRPr="008C62FF">
                                      <w:rPr>
                                        <w:color w:val="999999"/>
                                        <w:sz w:val="40"/>
                                        <w:szCs w:val="40"/>
                                      </w:rPr>
                                      <w:sym w:font="Webdings" w:char="F063"/>
                                    </w:r>
                                  </w:p>
                                </w:tc>
                              </w:tr>
                              <w:tr w:rsidR="00971322" w:rsidTr="00AA7524">
                                <w:trPr>
                                  <w:trHeight w:val="540"/>
                                </w:trPr>
                                <w:tc>
                                  <w:tcPr>
                                    <w:tcW w:w="546" w:type="dxa"/>
                                  </w:tcPr>
                                  <w:p w:rsidR="00971322" w:rsidRPr="00C64D4D" w:rsidRDefault="00971322" w:rsidP="00E81C91">
                                    <w:pPr>
                                      <w:spacing w:before="0" w:after="0"/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</w:pPr>
                                    <w:r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  <w:t></w:t>
                                    </w:r>
                                  </w:p>
                                </w:tc>
                                <w:tc>
                                  <w:tcPr>
                                    <w:tcW w:w="6887" w:type="dxa"/>
                                  </w:tcPr>
                                  <w:p w:rsidR="00971322" w:rsidRPr="0007461F" w:rsidRDefault="00971322" w:rsidP="00DC05B5">
                                    <w:pPr>
                                      <w:spacing w:before="120" w:after="0"/>
                                    </w:pPr>
                                    <w:r>
                                      <w:t xml:space="preserve">Use the search term </w:t>
                                    </w:r>
                                    <w:r>
                                      <w:rPr>
                                        <w:i/>
                                      </w:rPr>
                                      <w:t>media</w:t>
                                    </w:r>
                                    <w:r>
                                      <w:t xml:space="preserve"> in the </w:t>
                                    </w:r>
                                    <w:r>
                                      <w:rPr>
                                        <w:b/>
                                        <w:i/>
                                      </w:rPr>
                                      <w:t>Help</w:t>
                                    </w:r>
                                    <w:r>
                                      <w:t xml:space="preserve"> window to connect to the </w:t>
                                    </w:r>
                                    <w:r>
                                      <w:rPr>
                                        <w:b/>
                                        <w:i/>
                                      </w:rPr>
                                      <w:t>Office.com</w:t>
                                    </w:r>
                                    <w:r>
                                      <w:t xml:space="preserve"> website, then search </w:t>
                                    </w:r>
                                    <w:r>
                                      <w:rPr>
                                        <w:i/>
                                      </w:rPr>
                                      <w:t>Office</w:t>
                                    </w:r>
                                    <w:r>
                                      <w:t xml:space="preserve"> </w:t>
                                    </w:r>
                                    <w:r>
                                      <w:rPr>
                                        <w:i/>
                                      </w:rPr>
                                      <w:t>Support</w:t>
                                    </w:r>
                                    <w:r w:rsidRPr="00DC562A">
                                      <w:t xml:space="preserve"> </w:t>
                                    </w:r>
                                    <w:r>
                                      <w:t xml:space="preserve">to locate information on </w:t>
                                    </w:r>
                                    <w:r>
                                      <w:rPr>
                                        <w:i/>
                                      </w:rPr>
                                      <w:t>photo albums</w:t>
                                    </w:r>
                                    <w:r>
                                      <w:t>. Answer the questions on the following page</w:t>
                                    </w:r>
                                  </w:p>
                                </w:tc>
                                <w:tc>
                                  <w:tcPr>
                                    <w:tcW w:w="1694" w:type="dxa"/>
                                  </w:tcPr>
                                  <w:p w:rsidR="00971322" w:rsidRPr="008C62FF" w:rsidRDefault="00971322" w:rsidP="00E81C91">
                                    <w:pPr>
                                      <w:jc w:val="center"/>
                                      <w:rPr>
                                        <w:color w:val="999999"/>
                                      </w:rPr>
                                    </w:pPr>
                                    <w:r w:rsidRPr="008C62FF">
                                      <w:rPr>
                                        <w:color w:val="999999"/>
                                        <w:sz w:val="40"/>
                                        <w:szCs w:val="40"/>
                                      </w:rPr>
                                      <w:sym w:font="Webdings" w:char="F063"/>
                                    </w:r>
                                  </w:p>
                                </w:tc>
                              </w:tr>
                              <w:tr w:rsidR="00971322" w:rsidTr="00AA7524">
                                <w:trPr>
                                  <w:trHeight w:val="540"/>
                                </w:trPr>
                                <w:tc>
                                  <w:tcPr>
                                    <w:tcW w:w="546" w:type="dxa"/>
                                  </w:tcPr>
                                  <w:p w:rsidR="00971322" w:rsidRPr="00C64D4D" w:rsidRDefault="00971322" w:rsidP="00E81C91">
                                    <w:pPr>
                                      <w:spacing w:before="0" w:after="0"/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</w:pPr>
                                    <w:r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  <w:t></w:t>
                                    </w:r>
                                  </w:p>
                                </w:tc>
                                <w:tc>
                                  <w:tcPr>
                                    <w:tcW w:w="6887" w:type="dxa"/>
                                  </w:tcPr>
                                  <w:p w:rsidR="00971322" w:rsidRPr="00880B8A" w:rsidRDefault="00971322" w:rsidP="00E81C91">
                                    <w:pPr>
                                      <w:spacing w:before="120" w:after="0"/>
                                    </w:pPr>
                                    <w:r>
                                      <w:t>Make a photocopy of the next page with your completed answers</w:t>
                                    </w:r>
                                  </w:p>
                                </w:tc>
                                <w:tc>
                                  <w:tcPr>
                                    <w:tcW w:w="1694" w:type="dxa"/>
                                  </w:tcPr>
                                  <w:p w:rsidR="00971322" w:rsidRPr="008C62FF" w:rsidRDefault="00971322" w:rsidP="00E81C91">
                                    <w:pPr>
                                      <w:jc w:val="center"/>
                                      <w:rPr>
                                        <w:color w:val="999999"/>
                                      </w:rPr>
                                    </w:pPr>
                                    <w:r w:rsidRPr="008C62FF">
                                      <w:rPr>
                                        <w:color w:val="999999"/>
                                        <w:sz w:val="40"/>
                                        <w:szCs w:val="40"/>
                                      </w:rPr>
                                      <w:sym w:font="Webdings" w:char="F063"/>
                                    </w:r>
                                  </w:p>
                                </w:tc>
                              </w:tr>
                            </w:tbl>
                            <w:p w:rsidR="00971322" w:rsidRDefault="00971322" w:rsidP="00D332ED"/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5" name="Line 104"/>
                        <wps:cNvCnPr/>
                        <wps:spPr bwMode="auto">
                          <a:xfrm>
                            <a:off x="0" y="6489700"/>
                            <a:ext cx="6174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25400" y="6616700"/>
                            <a:ext cx="6112510" cy="1440000"/>
                          </a:xfrm>
                          <a:prstGeom prst="rect">
                            <a:avLst/>
                          </a:prstGeom>
                          <a:solidFill>
                            <a:srgbClr val="CC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Ind w:w="-70" w:type="dxa"/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366"/>
                                <w:gridCol w:w="7026"/>
                              </w:tblGrid>
                              <w:tr w:rsidR="00971322" w:rsidTr="00AA7524">
                                <w:tc>
                                  <w:tcPr>
                                    <w:tcW w:w="2366" w:type="dxa"/>
                                  </w:tcPr>
                                  <w:p w:rsidR="00971322" w:rsidRPr="008B0517" w:rsidRDefault="00971322">
                                    <w:pPr>
                                      <w:rPr>
                                        <w:b/>
                                      </w:rPr>
                                    </w:pPr>
                                    <w:r w:rsidRPr="008B0517">
                                      <w:rPr>
                                        <w:b/>
                                      </w:rPr>
                                      <w:t>Files required for exercise:</w:t>
                                    </w:r>
                                  </w:p>
                                </w:tc>
                                <w:tc>
                                  <w:tcPr>
                                    <w:tcW w:w="7026" w:type="dxa"/>
                                  </w:tcPr>
                                  <w:p w:rsidR="00971322" w:rsidRPr="00EE4406" w:rsidRDefault="00971322">
                                    <w:r>
                                      <w:t>None</w:t>
                                    </w:r>
                                  </w:p>
                                </w:tc>
                              </w:tr>
                              <w:tr w:rsidR="00971322" w:rsidTr="00AA7524">
                                <w:tc>
                                  <w:tcPr>
                                    <w:tcW w:w="2366" w:type="dxa"/>
                                  </w:tcPr>
                                  <w:p w:rsidR="00971322" w:rsidRPr="008B0517" w:rsidRDefault="00971322">
                                    <w:pPr>
                                      <w:rPr>
                                        <w:b/>
                                      </w:rPr>
                                    </w:pPr>
                                    <w:r w:rsidRPr="008B0517">
                                      <w:rPr>
                                        <w:b/>
                                      </w:rPr>
                                      <w:t>Files/work created by student:</w:t>
                                    </w:r>
                                  </w:p>
                                </w:tc>
                                <w:tc>
                                  <w:tcPr>
                                    <w:tcW w:w="7026" w:type="dxa"/>
                                  </w:tcPr>
                                  <w:p w:rsidR="00971322" w:rsidRDefault="00971322">
                                    <w:r>
                                      <w:t>1 printed copy of a Help article, photocopy of the answer sheet (next page)</w:t>
                                    </w:r>
                                  </w:p>
                                </w:tc>
                              </w:tr>
                              <w:tr w:rsidR="00971322" w:rsidTr="00AA7524">
                                <w:tc>
                                  <w:tcPr>
                                    <w:tcW w:w="2366" w:type="dxa"/>
                                  </w:tcPr>
                                  <w:p w:rsidR="00971322" w:rsidRPr="008B0517" w:rsidRDefault="00971322">
                                    <w:pPr>
                                      <w:rPr>
                                        <w:b/>
                                      </w:rPr>
                                    </w:pPr>
                                    <w:r w:rsidRPr="008B0517">
                                      <w:rPr>
                                        <w:b/>
                                      </w:rPr>
                                      <w:t>Exercise Completed:</w:t>
                                    </w:r>
                                  </w:p>
                                </w:tc>
                                <w:tc>
                                  <w:tcPr>
                                    <w:tcW w:w="7026" w:type="dxa"/>
                                  </w:tcPr>
                                  <w:p w:rsidR="00971322" w:rsidRDefault="00971322">
                                    <w:r w:rsidRPr="008B0517">
                                      <w:rPr>
                                        <w:color w:val="999999"/>
                                        <w:sz w:val="40"/>
                                        <w:szCs w:val="40"/>
                                      </w:rPr>
                                      <w:sym w:font="Webdings" w:char="F063"/>
                                    </w:r>
                                  </w:p>
                                </w:tc>
                              </w:tr>
                            </w:tbl>
                            <w:p w:rsidR="00971322" w:rsidRDefault="00971322" w:rsidP="00D332E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" o:spid="_x0000_s1026" style="position:absolute;margin-left:-1.7pt;margin-top:26.75pt;width:486.15pt;height:634.4pt;z-index:251659264" coordsize="61740,80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">
                <v:line id="Straight Connector 10" o:spid="_x0000_s1027" style="position:absolute;visibility:visible;mso-wrap-style:square" from="635,0" to="6147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" strokecolor="#c00000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0" o:spid="_x0000_s1028" type="#_x0000_t202" style="position:absolute;left:888;top:2031;width:59551;height:37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" fillcolor="#ffc" stroked="f" strokeweight=".25pt">
                  <v:shadow offset="-6pt,6pt"/>
                  <v:textbox style="mso-fit-shape-to-text:t">
                    <w:txbxContent>
                      <w:tbl>
                        <w:tblPr>
                          <w:tblW w:w="0" w:type="auto"/>
                          <w:tblInd w:w="-28" w:type="dxa"/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546"/>
                          <w:gridCol w:w="6887"/>
                          <w:gridCol w:w="1694"/>
                        </w:tblGrid>
                        <w:tr w:rsidR="00971322" w:rsidRPr="00563912" w:rsidTr="00AA7524">
                          <w:trPr>
                            <w:cantSplit/>
                            <w:trHeight w:val="540"/>
                          </w:trPr>
                          <w:tc>
                            <w:tcPr>
                              <w:tcW w:w="7433" w:type="dxa"/>
                              <w:gridSpan w:val="2"/>
                            </w:tcPr>
                            <w:p w:rsidR="00971322" w:rsidRPr="00C64D4D" w:rsidRDefault="00971322">
                              <w:pPr>
                                <w:spacing w:before="120"/>
                                <w:rPr>
                                  <w:b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C64D4D">
                                <w:rPr>
                                  <w:b/>
                                  <w:color w:val="C00000"/>
                                  <w:sz w:val="22"/>
                                  <w:szCs w:val="22"/>
                                </w:rPr>
                                <w:t>Tasks:</w:t>
                              </w:r>
                            </w:p>
                          </w:tc>
                          <w:tc>
                            <w:tcPr>
                              <w:tcW w:w="1694" w:type="dxa"/>
                            </w:tcPr>
                            <w:p w:rsidR="00971322" w:rsidRPr="00C64D4D" w:rsidRDefault="00971322" w:rsidP="00A76E7A">
                              <w:pPr>
                                <w:spacing w:before="120"/>
                                <w:jc w:val="center"/>
                                <w:rPr>
                                  <w:b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C64D4D">
                                <w:rPr>
                                  <w:b/>
                                  <w:color w:val="C00000"/>
                                  <w:sz w:val="22"/>
                                  <w:szCs w:val="22"/>
                                </w:rPr>
                                <w:t>Completed:</w:t>
                              </w:r>
                            </w:p>
                          </w:tc>
                        </w:tr>
                        <w:tr w:rsidR="00971322" w:rsidTr="00AA7524">
                          <w:trPr>
                            <w:cantSplit/>
                          </w:trPr>
                          <w:tc>
                            <w:tcPr>
                              <w:tcW w:w="546" w:type="dxa"/>
                              <w:textDirection w:val="btLr"/>
                              <w:vAlign w:val="center"/>
                            </w:tcPr>
                            <w:p w:rsidR="00971322" w:rsidRDefault="00971322" w:rsidP="0040786A">
                              <w:pPr>
                                <w:pStyle w:val="PreambleLabel"/>
                                <w:rPr>
                                  <w:sz w:val="24"/>
                                </w:rPr>
                              </w:pPr>
                            </w:p>
                          </w:tc>
                          <w:tc>
                            <w:tcPr>
                              <w:tcW w:w="6887" w:type="dxa"/>
                            </w:tcPr>
                            <w:p w:rsidR="00971322" w:rsidRPr="00574172" w:rsidRDefault="00971322" w:rsidP="00574172">
                              <w:pPr>
                                <w:pStyle w:val="PreambleText"/>
                              </w:pPr>
                              <w:bookmarkStart w:id="2" w:name="Preamble"/>
                              <w:r>
                                <w:t>Before starting this exercise you MUST have completed all of the topics in the chapter Getting Help…</w:t>
                              </w:r>
                              <w:bookmarkEnd w:id="2"/>
                            </w:p>
                          </w:tc>
                          <w:tc>
                            <w:tcPr>
                              <w:tcW w:w="1694" w:type="dxa"/>
                            </w:tcPr>
                            <w:p w:rsidR="00971322" w:rsidRDefault="00971322" w:rsidP="00A76E7A">
                              <w:pPr>
                                <w:pStyle w:val="PreambleText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</w:p>
                          </w:tc>
                        </w:tr>
                        <w:tr w:rsidR="00971322" w:rsidTr="00AA7524">
                          <w:trPr>
                            <w:trHeight w:val="540"/>
                          </w:trPr>
                          <w:tc>
                            <w:tcPr>
                              <w:tcW w:w="546" w:type="dxa"/>
                            </w:tcPr>
                            <w:p w:rsidR="00971322" w:rsidRPr="00C64D4D" w:rsidRDefault="00971322">
                              <w:pPr>
                                <w:spacing w:before="0" w:after="0"/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</w:pPr>
                              <w:r w:rsidRPr="00C64D4D"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  <w:t></w:t>
                              </w:r>
                            </w:p>
                          </w:tc>
                          <w:tc>
                            <w:tcPr>
                              <w:tcW w:w="6887" w:type="dxa"/>
                            </w:tcPr>
                            <w:p w:rsidR="00971322" w:rsidRPr="00326DF9" w:rsidRDefault="00971322" w:rsidP="00EE4406">
                              <w:pPr>
                                <w:spacing w:before="120" w:after="0"/>
                              </w:pPr>
                              <w:r>
                                <w:t xml:space="preserve">Open the 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Help</w:t>
                              </w:r>
                              <w:r>
                                <w:t xml:space="preserve"> window to instantly display information specific to 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Shapes</w:t>
                              </w:r>
                              <w:r>
                                <w:t>. Use the links to locate information on adding shapes in PowerPoint, then answer the questions on the following page</w:t>
                              </w:r>
                            </w:p>
                          </w:tc>
                          <w:tc>
                            <w:tcPr>
                              <w:tcW w:w="1694" w:type="dxa"/>
                            </w:tcPr>
                            <w:p w:rsidR="00971322" w:rsidRPr="008C62FF" w:rsidRDefault="00971322" w:rsidP="00A76E7A">
                              <w:pPr>
                                <w:jc w:val="center"/>
                                <w:rPr>
                                  <w:color w:val="999999"/>
                                </w:rPr>
                              </w:pPr>
                              <w:r w:rsidRPr="008C62FF">
                                <w:rPr>
                                  <w:color w:val="999999"/>
                                  <w:sz w:val="40"/>
                                  <w:szCs w:val="40"/>
                                </w:rPr>
                                <w:sym w:font="Webdings" w:char="F063"/>
                              </w:r>
                            </w:p>
                          </w:tc>
                        </w:tr>
                        <w:tr w:rsidR="00971322" w:rsidTr="00AA7524">
                          <w:trPr>
                            <w:trHeight w:val="540"/>
                          </w:trPr>
                          <w:tc>
                            <w:tcPr>
                              <w:tcW w:w="546" w:type="dxa"/>
                            </w:tcPr>
                            <w:p w:rsidR="00971322" w:rsidRPr="00C64D4D" w:rsidRDefault="00971322">
                              <w:pPr>
                                <w:spacing w:before="0" w:after="0"/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</w:pPr>
                              <w:r w:rsidRPr="00C64D4D"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  <w:t></w:t>
                              </w:r>
                            </w:p>
                          </w:tc>
                          <w:tc>
                            <w:tcPr>
                              <w:tcW w:w="6887" w:type="dxa"/>
                            </w:tcPr>
                            <w:p w:rsidR="00971322" w:rsidRPr="00326DF9" w:rsidRDefault="00971322" w:rsidP="00F2665B">
                              <w:pPr>
                                <w:spacing w:before="120" w:after="0"/>
                              </w:pPr>
                              <w:r>
                                <w:t xml:space="preserve">Display the 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Home</w:t>
                              </w:r>
                              <w:r>
                                <w:t xml:space="preserve"> page in the 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Help</w:t>
                              </w:r>
                              <w:r>
                                <w:t xml:space="preserve"> window</w:t>
                              </w:r>
                            </w:p>
                          </w:tc>
                          <w:tc>
                            <w:tcPr>
                              <w:tcW w:w="1694" w:type="dxa"/>
                            </w:tcPr>
                            <w:p w:rsidR="00971322" w:rsidRPr="008C62FF" w:rsidRDefault="00971322" w:rsidP="00A76E7A">
                              <w:pPr>
                                <w:jc w:val="center"/>
                                <w:rPr>
                                  <w:color w:val="999999"/>
                                </w:rPr>
                              </w:pPr>
                              <w:r w:rsidRPr="008C62FF">
                                <w:rPr>
                                  <w:color w:val="999999"/>
                                  <w:sz w:val="40"/>
                                  <w:szCs w:val="40"/>
                                </w:rPr>
                                <w:sym w:font="Webdings" w:char="F063"/>
                              </w:r>
                            </w:p>
                          </w:tc>
                        </w:tr>
                        <w:tr w:rsidR="00971322" w:rsidTr="00AA7524">
                          <w:trPr>
                            <w:trHeight w:val="540"/>
                          </w:trPr>
                          <w:tc>
                            <w:tcPr>
                              <w:tcW w:w="546" w:type="dxa"/>
                            </w:tcPr>
                            <w:p w:rsidR="00971322" w:rsidRPr="00C64D4D" w:rsidRDefault="00971322">
                              <w:pPr>
                                <w:spacing w:before="0" w:after="0"/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</w:pPr>
                              <w:r w:rsidRPr="00C64D4D"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  <w:t></w:t>
                              </w:r>
                            </w:p>
                          </w:tc>
                          <w:tc>
                            <w:tcPr>
                              <w:tcW w:w="6887" w:type="dxa"/>
                            </w:tcPr>
                            <w:p w:rsidR="00971322" w:rsidRPr="000112DB" w:rsidRDefault="00971322" w:rsidP="000112DB">
                              <w:pPr>
                                <w:spacing w:before="120" w:after="0"/>
                              </w:pPr>
                              <w:r>
                                <w:t xml:space="preserve">Use the search field to locate information on </w:t>
                              </w:r>
                              <w:r w:rsidRPr="000112DB">
                                <w:rPr>
                                  <w:i/>
                                </w:rPr>
                                <w:t>animations</w:t>
                              </w:r>
                              <w:r>
                                <w:t>. Answer the questions on the following page</w:t>
                              </w:r>
                            </w:p>
                          </w:tc>
                          <w:tc>
                            <w:tcPr>
                              <w:tcW w:w="1694" w:type="dxa"/>
                            </w:tcPr>
                            <w:p w:rsidR="00971322" w:rsidRPr="008C62FF" w:rsidRDefault="00971322" w:rsidP="00A76E7A">
                              <w:pPr>
                                <w:jc w:val="center"/>
                                <w:rPr>
                                  <w:color w:val="999999"/>
                                </w:rPr>
                              </w:pPr>
                              <w:r w:rsidRPr="008C62FF">
                                <w:rPr>
                                  <w:color w:val="999999"/>
                                  <w:sz w:val="40"/>
                                  <w:szCs w:val="40"/>
                                </w:rPr>
                                <w:sym w:font="Webdings" w:char="F063"/>
                              </w:r>
                            </w:p>
                          </w:tc>
                        </w:tr>
                        <w:tr w:rsidR="00971322" w:rsidTr="00AA7524">
                          <w:trPr>
                            <w:trHeight w:val="540"/>
                          </w:trPr>
                          <w:tc>
                            <w:tcPr>
                              <w:tcW w:w="546" w:type="dxa"/>
                            </w:tcPr>
                            <w:p w:rsidR="00971322" w:rsidRPr="00C64D4D" w:rsidRDefault="00971322">
                              <w:pPr>
                                <w:spacing w:before="0" w:after="0"/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</w:pPr>
                              <w:r w:rsidRPr="00C64D4D"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  <w:t></w:t>
                              </w:r>
                            </w:p>
                          </w:tc>
                          <w:tc>
                            <w:tcPr>
                              <w:tcW w:w="6887" w:type="dxa"/>
                            </w:tcPr>
                            <w:p w:rsidR="00971322" w:rsidRPr="00C2645D" w:rsidRDefault="00971322" w:rsidP="00BE0057">
                              <w:pPr>
                                <w:spacing w:before="120" w:after="0"/>
                              </w:pPr>
                              <w:r>
                                <w:t xml:space="preserve">Return to the 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Home</w:t>
                              </w:r>
                              <w:r>
                                <w:t xml:space="preserve"> page of the 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Help</w:t>
                              </w:r>
                              <w:r>
                                <w:t xml:space="preserve"> window. Display the Help information about keyboard shortcuts, then show all of the topics on the page. Print the first page of information</w:t>
                              </w:r>
                            </w:p>
                          </w:tc>
                          <w:tc>
                            <w:tcPr>
                              <w:tcW w:w="1694" w:type="dxa"/>
                            </w:tcPr>
                            <w:p w:rsidR="00971322" w:rsidRPr="008C62FF" w:rsidRDefault="00971322" w:rsidP="00A76E7A">
                              <w:pPr>
                                <w:jc w:val="center"/>
                                <w:rPr>
                                  <w:color w:val="999999"/>
                                </w:rPr>
                              </w:pPr>
                              <w:r w:rsidRPr="008C62FF">
                                <w:rPr>
                                  <w:color w:val="999999"/>
                                  <w:sz w:val="40"/>
                                  <w:szCs w:val="40"/>
                                </w:rPr>
                                <w:sym w:font="Webdings" w:char="F063"/>
                              </w:r>
                            </w:p>
                          </w:tc>
                        </w:tr>
                        <w:tr w:rsidR="00971322" w:rsidTr="00AA7524">
                          <w:trPr>
                            <w:trHeight w:val="540"/>
                          </w:trPr>
                          <w:tc>
                            <w:tcPr>
                              <w:tcW w:w="546" w:type="dxa"/>
                            </w:tcPr>
                            <w:p w:rsidR="00971322" w:rsidRPr="00C64D4D" w:rsidRDefault="00971322" w:rsidP="00E81C91">
                              <w:pPr>
                                <w:spacing w:before="0" w:after="0"/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  <w:t></w:t>
                              </w:r>
                            </w:p>
                          </w:tc>
                          <w:tc>
                            <w:tcPr>
                              <w:tcW w:w="6887" w:type="dxa"/>
                            </w:tcPr>
                            <w:p w:rsidR="00971322" w:rsidRPr="0007461F" w:rsidRDefault="00971322" w:rsidP="00DC05B5">
                              <w:pPr>
                                <w:spacing w:before="120" w:after="0"/>
                              </w:pPr>
                              <w:r>
                                <w:t xml:space="preserve">Use the search term </w:t>
                              </w:r>
                              <w:r>
                                <w:rPr>
                                  <w:i/>
                                </w:rPr>
                                <w:t>media</w:t>
                              </w:r>
                              <w:r>
                                <w:t xml:space="preserve"> in the 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Help</w:t>
                              </w:r>
                              <w:r>
                                <w:t xml:space="preserve"> window to connect to the 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Office.com</w:t>
                              </w:r>
                              <w:r>
                                <w:t xml:space="preserve"> website, then search </w:t>
                              </w:r>
                              <w:r>
                                <w:rPr>
                                  <w:i/>
                                </w:rPr>
                                <w:t>Office</w:t>
                              </w:r>
                              <w:r>
                                <w:t xml:space="preserve"> </w:t>
                              </w:r>
                              <w:r>
                                <w:rPr>
                                  <w:i/>
                                </w:rPr>
                                <w:t>Support</w:t>
                              </w:r>
                              <w:r w:rsidRPr="00DC562A">
                                <w:t xml:space="preserve"> </w:t>
                              </w:r>
                              <w:r>
                                <w:t xml:space="preserve">to locate information on </w:t>
                              </w:r>
                              <w:r>
                                <w:rPr>
                                  <w:i/>
                                </w:rPr>
                                <w:t>photo albums</w:t>
                              </w:r>
                              <w:r>
                                <w:t>. Answer the questions on the following page</w:t>
                              </w:r>
                            </w:p>
                          </w:tc>
                          <w:tc>
                            <w:tcPr>
                              <w:tcW w:w="1694" w:type="dxa"/>
                            </w:tcPr>
                            <w:p w:rsidR="00971322" w:rsidRPr="008C62FF" w:rsidRDefault="00971322" w:rsidP="00E81C91">
                              <w:pPr>
                                <w:jc w:val="center"/>
                                <w:rPr>
                                  <w:color w:val="999999"/>
                                </w:rPr>
                              </w:pPr>
                              <w:r w:rsidRPr="008C62FF">
                                <w:rPr>
                                  <w:color w:val="999999"/>
                                  <w:sz w:val="40"/>
                                  <w:szCs w:val="40"/>
                                </w:rPr>
                                <w:sym w:font="Webdings" w:char="F063"/>
                              </w:r>
                            </w:p>
                          </w:tc>
                        </w:tr>
                        <w:tr w:rsidR="00971322" w:rsidTr="00AA7524">
                          <w:trPr>
                            <w:trHeight w:val="540"/>
                          </w:trPr>
                          <w:tc>
                            <w:tcPr>
                              <w:tcW w:w="546" w:type="dxa"/>
                            </w:tcPr>
                            <w:p w:rsidR="00971322" w:rsidRPr="00C64D4D" w:rsidRDefault="00971322" w:rsidP="00E81C91">
                              <w:pPr>
                                <w:spacing w:before="0" w:after="0"/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  <w:t></w:t>
                              </w:r>
                            </w:p>
                          </w:tc>
                          <w:tc>
                            <w:tcPr>
                              <w:tcW w:w="6887" w:type="dxa"/>
                            </w:tcPr>
                            <w:p w:rsidR="00971322" w:rsidRPr="00880B8A" w:rsidRDefault="00971322" w:rsidP="00E81C91">
                              <w:pPr>
                                <w:spacing w:before="120" w:after="0"/>
                              </w:pPr>
                              <w:r>
                                <w:t>Make a photocopy of the next page with your completed answers</w:t>
                              </w:r>
                            </w:p>
                          </w:tc>
                          <w:tc>
                            <w:tcPr>
                              <w:tcW w:w="1694" w:type="dxa"/>
                            </w:tcPr>
                            <w:p w:rsidR="00971322" w:rsidRPr="008C62FF" w:rsidRDefault="00971322" w:rsidP="00E81C91">
                              <w:pPr>
                                <w:jc w:val="center"/>
                                <w:rPr>
                                  <w:color w:val="999999"/>
                                </w:rPr>
                              </w:pPr>
                              <w:r w:rsidRPr="008C62FF">
                                <w:rPr>
                                  <w:color w:val="999999"/>
                                  <w:sz w:val="40"/>
                                  <w:szCs w:val="40"/>
                                </w:rPr>
                                <w:sym w:font="Webdings" w:char="F063"/>
                              </w:r>
                            </w:p>
                          </w:tc>
                        </w:tr>
                      </w:tbl>
                      <w:p w:rsidR="00971322" w:rsidRDefault="00971322" w:rsidP="00D332ED"/>
                    </w:txbxContent>
                  </v:textbox>
                </v:shape>
                <v:line id="Line 104" o:spid="_x0000_s1029" style="position:absolute;visibility:visible;mso-wrap-style:square" from="0,64897" to="61740,648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" strokecolor="red"/>
                <v:shape id="Text Box 116" o:spid="_x0000_s1030" type="#_x0000_t202" style="position:absolute;left:254;top:66167;width:61125;height:14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" fillcolor="#cff" stroked="f">
                  <v:textbox>
                    <w:txbxContent>
                      <w:tbl>
                        <w:tblPr>
                          <w:tblW w:w="0" w:type="auto"/>
                          <w:tblInd w:w="-70" w:type="dxa"/>
                          <w:tblLook w:val="00A0" w:firstRow="1" w:lastRow="0" w:firstColumn="1" w:lastColumn="0" w:noHBand="0" w:noVBand="0"/>
                        </w:tblPr>
                        <w:tblGrid>
                          <w:gridCol w:w="2366"/>
                          <w:gridCol w:w="7026"/>
                        </w:tblGrid>
                        <w:tr w:rsidR="00971322" w:rsidTr="00AA7524">
                          <w:tc>
                            <w:tcPr>
                              <w:tcW w:w="2366" w:type="dxa"/>
                            </w:tcPr>
                            <w:p w:rsidR="00971322" w:rsidRPr="008B0517" w:rsidRDefault="00971322">
                              <w:pPr>
                                <w:rPr>
                                  <w:b/>
                                </w:rPr>
                              </w:pPr>
                              <w:r w:rsidRPr="008B0517">
                                <w:rPr>
                                  <w:b/>
                                </w:rPr>
                                <w:t>Files required for exercise:</w:t>
                              </w:r>
                            </w:p>
                          </w:tc>
                          <w:tc>
                            <w:tcPr>
                              <w:tcW w:w="7026" w:type="dxa"/>
                            </w:tcPr>
                            <w:p w:rsidR="00971322" w:rsidRPr="00EE4406" w:rsidRDefault="00971322">
                              <w:r>
                                <w:t>None</w:t>
                              </w:r>
                            </w:p>
                          </w:tc>
                        </w:tr>
                        <w:tr w:rsidR="00971322" w:rsidTr="00AA7524">
                          <w:tc>
                            <w:tcPr>
                              <w:tcW w:w="2366" w:type="dxa"/>
                            </w:tcPr>
                            <w:p w:rsidR="00971322" w:rsidRPr="008B0517" w:rsidRDefault="00971322">
                              <w:pPr>
                                <w:rPr>
                                  <w:b/>
                                </w:rPr>
                              </w:pPr>
                              <w:r w:rsidRPr="008B0517">
                                <w:rPr>
                                  <w:b/>
                                </w:rPr>
                                <w:t>Files/work created by student:</w:t>
                              </w:r>
                            </w:p>
                          </w:tc>
                          <w:tc>
                            <w:tcPr>
                              <w:tcW w:w="7026" w:type="dxa"/>
                            </w:tcPr>
                            <w:p w:rsidR="00971322" w:rsidRDefault="00971322">
                              <w:r>
                                <w:t>1 printed copy of a Help article, photocopy of the answer sheet (next page)</w:t>
                              </w:r>
                            </w:p>
                          </w:tc>
                        </w:tr>
                        <w:tr w:rsidR="00971322" w:rsidTr="00AA7524">
                          <w:tc>
                            <w:tcPr>
                              <w:tcW w:w="2366" w:type="dxa"/>
                            </w:tcPr>
                            <w:p w:rsidR="00971322" w:rsidRPr="008B0517" w:rsidRDefault="00971322">
                              <w:pPr>
                                <w:rPr>
                                  <w:b/>
                                </w:rPr>
                              </w:pPr>
                              <w:r w:rsidRPr="008B0517">
                                <w:rPr>
                                  <w:b/>
                                </w:rPr>
                                <w:t>Exercise Completed:</w:t>
                              </w:r>
                            </w:p>
                          </w:tc>
                          <w:tc>
                            <w:tcPr>
                              <w:tcW w:w="7026" w:type="dxa"/>
                            </w:tcPr>
                            <w:p w:rsidR="00971322" w:rsidRDefault="00971322">
                              <w:r w:rsidRPr="008B0517">
                                <w:rPr>
                                  <w:color w:val="999999"/>
                                  <w:sz w:val="40"/>
                                  <w:szCs w:val="40"/>
                                </w:rPr>
                                <w:sym w:font="Webdings" w:char="F063"/>
                              </w:r>
                            </w:p>
                          </w:tc>
                        </w:tr>
                      </w:tbl>
                      <w:p w:rsidR="00971322" w:rsidRDefault="00971322" w:rsidP="00D332ED"/>
                    </w:txbxContent>
                  </v:textbox>
                </v:shape>
              </v:group>
            </w:pict>
          </mc:Fallback>
        </mc:AlternateContent>
      </w:r>
    </w:p>
    <w:p w:rsidR="00971322" w:rsidRDefault="00971322" w:rsidP="00881B77">
      <w:pPr>
        <w:pStyle w:val="Heading2"/>
      </w:pPr>
      <w:r>
        <w:lastRenderedPageBreak/>
        <w:t>Challenge Exercise Workspace</w:t>
      </w:r>
    </w:p>
    <w:p w:rsidR="00971322" w:rsidRDefault="00971322" w:rsidP="00E941D4">
      <w:pPr>
        <w:pStyle w:val="SecondLevel"/>
      </w:pPr>
      <w:r>
        <w:t>Getting Help</w:t>
      </w:r>
    </w:p>
    <w:p w:rsidR="00971322" w:rsidRDefault="00971322" w:rsidP="00521720"/>
    <w:p w:rsidR="00971322" w:rsidRPr="00E941D4" w:rsidRDefault="00971322" w:rsidP="00521720">
      <w:r>
        <w:rPr>
          <w:noProof/>
          <w:lang w:eastAsia="en-AU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339725</wp:posOffset>
                </wp:positionV>
                <wp:extent cx="6122100" cy="7988300"/>
                <wp:effectExtent l="0" t="0" r="31115" b="0"/>
                <wp:wrapNone/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22100" cy="7988300"/>
                          <a:chOff x="0" y="0"/>
                          <a:chExt cx="6122100" cy="7988300"/>
                        </a:xfrm>
                      </wpg:grpSpPr>
                      <wps:wsp>
                        <wps:cNvPr id="24" name="Straight Connector 24"/>
                        <wps:cNvCnPr/>
                        <wps:spPr>
                          <a:xfrm>
                            <a:off x="38100" y="0"/>
                            <a:ext cx="60840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Text Box 118"/>
                        <wps:cNvSpPr txBox="1">
                          <a:spLocks noChangeArrowheads="1"/>
                        </wps:cNvSpPr>
                        <wps:spPr bwMode="auto">
                          <a:xfrm>
                            <a:off x="190500" y="368300"/>
                            <a:ext cx="5734050" cy="2311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Ind w:w="108" w:type="dxa"/>
                                <w:tblBorders>
                                  <w:bottom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8634"/>
                              </w:tblGrid>
                              <w:tr w:rsidR="00971322" w:rsidTr="0073708E">
                                <w:trPr>
                                  <w:trHeight w:val="454"/>
                                </w:trPr>
                                <w:tc>
                                  <w:tcPr>
                                    <w:tcW w:w="8634" w:type="dxa"/>
                                    <w:tcBorders>
                                      <w:top w:val="nil"/>
                                      <w:bottom w:val="nil"/>
                                    </w:tcBorders>
                                    <w:vAlign w:val="center"/>
                                  </w:tcPr>
                                  <w:p w:rsidR="00971322" w:rsidRPr="00C32644" w:rsidRDefault="00971322" w:rsidP="008A4B54">
                                    <w:pPr>
                                      <w:rPr>
                                        <w:rFonts w:cs="Arial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</w:rPr>
                                      <w:t xml:space="preserve">To open the </w:t>
                                    </w:r>
                                    <w:r w:rsidRPr="009E4E7F">
                                      <w:rPr>
                                        <w:rFonts w:cs="Arial"/>
                                        <w:b/>
                                        <w:i/>
                                      </w:rPr>
                                      <w:t>Help</w:t>
                                    </w:r>
                                    <w:r>
                                      <w:rPr>
                                        <w:rFonts w:cs="Arial"/>
                                      </w:rPr>
                                      <w:t xml:space="preserve"> window instantly on the help information specific to </w:t>
                                    </w:r>
                                    <w:r>
                                      <w:rPr>
                                        <w:rFonts w:cs="Arial"/>
                                        <w:b/>
                                        <w:i/>
                                      </w:rPr>
                                      <w:t>Shapes</w:t>
                                    </w:r>
                                    <w:r>
                                      <w:rPr>
                                        <w:rFonts w:cs="Arial"/>
                                      </w:rPr>
                                      <w:t>, which key did you press?</w:t>
                                    </w:r>
                                  </w:p>
                                </w:tc>
                              </w:tr>
                              <w:tr w:rsidR="00971322" w:rsidTr="0073708E">
                                <w:trPr>
                                  <w:trHeight w:val="454"/>
                                </w:trPr>
                                <w:tc>
                                  <w:tcPr>
                                    <w:tcW w:w="8634" w:type="dxa"/>
                                    <w:tcBorders>
                                      <w:top w:val="nil"/>
                                      <w:bottom w:val="single" w:sz="4" w:space="0" w:color="auto"/>
                                    </w:tcBorders>
                                    <w:vAlign w:val="center"/>
                                  </w:tcPr>
                                  <w:p w:rsidR="00971322" w:rsidRDefault="00971322" w:rsidP="00D31A84"/>
                                </w:tc>
                              </w:tr>
                              <w:tr w:rsidR="00971322" w:rsidTr="009E4E7F">
                                <w:trPr>
                                  <w:trHeight w:val="454"/>
                                </w:trPr>
                                <w:tc>
                                  <w:tcPr>
                                    <w:tcW w:w="8634" w:type="dxa"/>
                                    <w:tcBorders>
                                      <w:top w:val="single" w:sz="4" w:space="0" w:color="auto"/>
                                      <w:bottom w:val="nil"/>
                                    </w:tcBorders>
                                    <w:vAlign w:val="center"/>
                                  </w:tcPr>
                                  <w:p w:rsidR="00971322" w:rsidRDefault="00971322" w:rsidP="008A4B54">
                                    <w:pPr>
                                      <w:spacing w:before="240"/>
                                    </w:pPr>
                                    <w:r>
                                      <w:t>Using the information found in this Help window, list the instructions for adding a shape in PowerPoint:</w:t>
                                    </w:r>
                                  </w:p>
                                </w:tc>
                              </w:tr>
                              <w:tr w:rsidR="00971322" w:rsidTr="009E4E7F">
                                <w:trPr>
                                  <w:trHeight w:val="454"/>
                                </w:trPr>
                                <w:tc>
                                  <w:tcPr>
                                    <w:tcW w:w="8634" w:type="dxa"/>
                                    <w:tcBorders>
                                      <w:top w:val="nil"/>
                                      <w:bottom w:val="single" w:sz="4" w:space="0" w:color="auto"/>
                                    </w:tcBorders>
                                    <w:vAlign w:val="center"/>
                                  </w:tcPr>
                                  <w:p w:rsidR="00971322" w:rsidRDefault="00971322" w:rsidP="00D31A84"/>
                                </w:tc>
                              </w:tr>
                              <w:tr w:rsidR="00971322" w:rsidTr="009E4E7F">
                                <w:trPr>
                                  <w:trHeight w:val="454"/>
                                </w:trPr>
                                <w:tc>
                                  <w:tcPr>
                                    <w:tcW w:w="8634" w:type="dxa"/>
                                    <w:tcBorders>
                                      <w:top w:val="single" w:sz="4" w:space="0" w:color="auto"/>
                                      <w:bottom w:val="single" w:sz="4" w:space="0" w:color="auto"/>
                                    </w:tcBorders>
                                    <w:vAlign w:val="center"/>
                                  </w:tcPr>
                                  <w:p w:rsidR="00971322" w:rsidRDefault="00971322" w:rsidP="00D31A84"/>
                                </w:tc>
                              </w:tr>
                              <w:tr w:rsidR="00971322" w:rsidTr="009E4E7F">
                                <w:trPr>
                                  <w:trHeight w:val="454"/>
                                </w:trPr>
                                <w:tc>
                                  <w:tcPr>
                                    <w:tcW w:w="8634" w:type="dxa"/>
                                    <w:tcBorders>
                                      <w:top w:val="single" w:sz="4" w:space="0" w:color="auto"/>
                                    </w:tcBorders>
                                    <w:vAlign w:val="center"/>
                                  </w:tcPr>
                                  <w:p w:rsidR="00971322" w:rsidRDefault="00971322" w:rsidP="00D31A84"/>
                                </w:tc>
                              </w:tr>
                            </w:tbl>
                            <w:p w:rsidR="00971322" w:rsidRDefault="00971322" w:rsidP="0073708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7" name="Group 27"/>
                        <wpg:cNvGrpSpPr/>
                        <wpg:grpSpPr bwMode="auto">
                          <a:xfrm>
                            <a:off x="0" y="444500"/>
                            <a:ext cx="254000" cy="254000"/>
                            <a:chOff x="0" y="0"/>
                            <a:chExt cx="400" cy="400"/>
                          </a:xfrm>
                        </wpg:grpSpPr>
                        <wps:wsp>
                          <wps:cNvPr id="28" name="Oval 2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0" y="40"/>
                              <a:ext cx="340" cy="320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Text Box 122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0" y="0"/>
                              <a:ext cx="400" cy="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000000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71322" w:rsidRDefault="00971322" w:rsidP="0073708E">
                                <w:pPr>
                                  <w:spacing w:before="0" w:after="0"/>
                                  <w:jc w:val="center"/>
                                  <w:rPr>
                                    <w:rFonts w:cs="Arial"/>
                                    <w:b/>
                                    <w:bCs/>
                                    <w:color w:val="FFFFFF"/>
                                  </w:rPr>
                                </w:pPr>
                                <w:r>
                                  <w:rPr>
                                    <w:rFonts w:cs="Arial"/>
                                    <w:b/>
                                    <w:bCs/>
                                    <w:color w:val="FFFFFF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1" name="Text Box 118"/>
                        <wps:cNvSpPr txBox="1">
                          <a:spLocks noChangeArrowheads="1"/>
                        </wps:cNvSpPr>
                        <wps:spPr bwMode="auto">
                          <a:xfrm>
                            <a:off x="190500" y="2654300"/>
                            <a:ext cx="5734050" cy="266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Ind w:w="108" w:type="dxa"/>
                                <w:tblBorders>
                                  <w:bottom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8634"/>
                              </w:tblGrid>
                              <w:tr w:rsidR="00971322" w:rsidTr="0073708E">
                                <w:trPr>
                                  <w:trHeight w:val="454"/>
                                </w:trPr>
                                <w:tc>
                                  <w:tcPr>
                                    <w:tcW w:w="8634" w:type="dxa"/>
                                    <w:tcBorders>
                                      <w:top w:val="nil"/>
                                      <w:bottom w:val="nil"/>
                                    </w:tcBorders>
                                    <w:vAlign w:val="center"/>
                                  </w:tcPr>
                                  <w:p w:rsidR="00971322" w:rsidRPr="00C32644" w:rsidRDefault="00971322" w:rsidP="008A4B54">
                                    <w:pPr>
                                      <w:rPr>
                                        <w:rFonts w:cs="Arial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</w:rPr>
                                      <w:t xml:space="preserve">Where (on the ribbon) is the </w:t>
                                    </w:r>
                                    <w:r w:rsidRPr="008A4B54">
                                      <w:rPr>
                                        <w:rFonts w:cs="Arial"/>
                                        <w:b/>
                                        <w:i/>
                                      </w:rPr>
                                      <w:t>Animation Painter</w:t>
                                    </w:r>
                                    <w:r>
                                      <w:rPr>
                                        <w:rFonts w:cs="Arial"/>
                                      </w:rPr>
                                      <w:t xml:space="preserve"> located?</w:t>
                                    </w:r>
                                  </w:p>
                                </w:tc>
                              </w:tr>
                              <w:tr w:rsidR="00971322" w:rsidTr="002F0528">
                                <w:trPr>
                                  <w:trHeight w:val="454"/>
                                </w:trPr>
                                <w:tc>
                                  <w:tcPr>
                                    <w:tcW w:w="8634" w:type="dxa"/>
                                    <w:tcBorders>
                                      <w:top w:val="nil"/>
                                      <w:bottom w:val="single" w:sz="4" w:space="0" w:color="auto"/>
                                    </w:tcBorders>
                                    <w:vAlign w:val="center"/>
                                  </w:tcPr>
                                  <w:p w:rsidR="00971322" w:rsidRDefault="00971322" w:rsidP="00D31A84"/>
                                </w:tc>
                              </w:tr>
                              <w:tr w:rsidR="00971322" w:rsidTr="002F0528">
                                <w:trPr>
                                  <w:trHeight w:val="454"/>
                                </w:trPr>
                                <w:tc>
                                  <w:tcPr>
                                    <w:tcW w:w="8634" w:type="dxa"/>
                                    <w:tcBorders>
                                      <w:top w:val="single" w:sz="4" w:space="0" w:color="auto"/>
                                      <w:bottom w:val="single" w:sz="4" w:space="0" w:color="auto"/>
                                    </w:tcBorders>
                                    <w:vAlign w:val="center"/>
                                  </w:tcPr>
                                  <w:p w:rsidR="00971322" w:rsidRDefault="00971322" w:rsidP="008A4B54">
                                    <w:pPr>
                                      <w:spacing w:before="240"/>
                                    </w:pPr>
                                    <w:r>
                                      <w:t>List the first five articles or videos presented in the search results:</w:t>
                                    </w:r>
                                  </w:p>
                                </w:tc>
                              </w:tr>
                              <w:tr w:rsidR="00971322" w:rsidTr="002F0528">
                                <w:trPr>
                                  <w:trHeight w:val="454"/>
                                </w:trPr>
                                <w:tc>
                                  <w:tcPr>
                                    <w:tcW w:w="8634" w:type="dxa"/>
                                    <w:tcBorders>
                                      <w:top w:val="single" w:sz="4" w:space="0" w:color="auto"/>
                                      <w:bottom w:val="single" w:sz="4" w:space="0" w:color="auto"/>
                                    </w:tcBorders>
                                    <w:vAlign w:val="center"/>
                                  </w:tcPr>
                                  <w:p w:rsidR="00971322" w:rsidRDefault="00971322" w:rsidP="00D31A84">
                                    <w:r>
                                      <w:t>1.</w:t>
                                    </w:r>
                                  </w:p>
                                </w:tc>
                              </w:tr>
                              <w:tr w:rsidR="00971322" w:rsidTr="009E4E7F">
                                <w:trPr>
                                  <w:trHeight w:val="454"/>
                                </w:trPr>
                                <w:tc>
                                  <w:tcPr>
                                    <w:tcW w:w="8634" w:type="dxa"/>
                                    <w:tcBorders>
                                      <w:top w:val="single" w:sz="4" w:space="0" w:color="auto"/>
                                      <w:bottom w:val="single" w:sz="4" w:space="0" w:color="auto"/>
                                    </w:tcBorders>
                                    <w:vAlign w:val="center"/>
                                  </w:tcPr>
                                  <w:p w:rsidR="00971322" w:rsidRDefault="00971322" w:rsidP="00D31A84">
                                    <w:r>
                                      <w:t>2.</w:t>
                                    </w:r>
                                  </w:p>
                                </w:tc>
                              </w:tr>
                              <w:tr w:rsidR="00971322" w:rsidTr="008A4B54">
                                <w:trPr>
                                  <w:trHeight w:val="454"/>
                                </w:trPr>
                                <w:tc>
                                  <w:tcPr>
                                    <w:tcW w:w="8634" w:type="dxa"/>
                                    <w:tcBorders>
                                      <w:top w:val="single" w:sz="4" w:space="0" w:color="auto"/>
                                      <w:bottom w:val="single" w:sz="4" w:space="0" w:color="auto"/>
                                    </w:tcBorders>
                                    <w:vAlign w:val="center"/>
                                  </w:tcPr>
                                  <w:p w:rsidR="00971322" w:rsidRDefault="00971322" w:rsidP="00D31A84">
                                    <w:r>
                                      <w:t>3.</w:t>
                                    </w:r>
                                  </w:p>
                                </w:tc>
                              </w:tr>
                              <w:tr w:rsidR="00971322" w:rsidTr="008A4B54">
                                <w:trPr>
                                  <w:trHeight w:val="454"/>
                                </w:trPr>
                                <w:tc>
                                  <w:tcPr>
                                    <w:tcW w:w="8634" w:type="dxa"/>
                                    <w:tcBorders>
                                      <w:top w:val="single" w:sz="4" w:space="0" w:color="auto"/>
                                      <w:bottom w:val="single" w:sz="4" w:space="0" w:color="auto"/>
                                    </w:tcBorders>
                                    <w:vAlign w:val="center"/>
                                  </w:tcPr>
                                  <w:p w:rsidR="00971322" w:rsidRDefault="00971322" w:rsidP="00D31A84">
                                    <w:r>
                                      <w:t>4.</w:t>
                                    </w:r>
                                  </w:p>
                                </w:tc>
                              </w:tr>
                              <w:tr w:rsidR="00971322" w:rsidTr="009E4E7F">
                                <w:trPr>
                                  <w:trHeight w:val="454"/>
                                </w:trPr>
                                <w:tc>
                                  <w:tcPr>
                                    <w:tcW w:w="8634" w:type="dxa"/>
                                    <w:tcBorders>
                                      <w:top w:val="single" w:sz="4" w:space="0" w:color="auto"/>
                                    </w:tcBorders>
                                    <w:vAlign w:val="center"/>
                                  </w:tcPr>
                                  <w:p w:rsidR="00971322" w:rsidRDefault="00971322" w:rsidP="00D31A84">
                                    <w:r>
                                      <w:t>5.</w:t>
                                    </w:r>
                                  </w:p>
                                </w:tc>
                              </w:tr>
                            </w:tbl>
                            <w:p w:rsidR="00971322" w:rsidRDefault="00971322" w:rsidP="0073708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2" name="Group 32"/>
                        <wpg:cNvGrpSpPr/>
                        <wpg:grpSpPr bwMode="auto">
                          <a:xfrm>
                            <a:off x="0" y="2717800"/>
                            <a:ext cx="254000" cy="254000"/>
                            <a:chOff x="0" y="0"/>
                            <a:chExt cx="400" cy="400"/>
                          </a:xfrm>
                        </wpg:grpSpPr>
                        <wps:wsp>
                          <wps:cNvPr id="33" name="Oval 3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0" y="40"/>
                              <a:ext cx="340" cy="320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" name="Text Box 122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0" y="0"/>
                              <a:ext cx="400" cy="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000000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71322" w:rsidRDefault="00971322" w:rsidP="0073708E">
                                <w:pPr>
                                  <w:spacing w:before="0" w:after="0"/>
                                  <w:jc w:val="center"/>
                                  <w:rPr>
                                    <w:rFonts w:cs="Arial"/>
                                    <w:b/>
                                    <w:bCs/>
                                    <w:color w:val="FFFFFF"/>
                                  </w:rPr>
                                </w:pPr>
                                <w:r>
                                  <w:rPr>
                                    <w:rFonts w:cs="Arial"/>
                                    <w:b/>
                                    <w:bCs/>
                                    <w:color w:val="FFFFFF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5" name="Text Box 118"/>
                        <wps:cNvSpPr txBox="1">
                          <a:spLocks noChangeArrowheads="1"/>
                        </wps:cNvSpPr>
                        <wps:spPr bwMode="auto">
                          <a:xfrm>
                            <a:off x="190500" y="5321300"/>
                            <a:ext cx="5734050" cy="266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Ind w:w="108" w:type="dxa"/>
                                <w:tblBorders>
                                  <w:bottom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8634"/>
                              </w:tblGrid>
                              <w:tr w:rsidR="00971322" w:rsidTr="0073708E">
                                <w:trPr>
                                  <w:trHeight w:val="454"/>
                                </w:trPr>
                                <w:tc>
                                  <w:tcPr>
                                    <w:tcW w:w="8634" w:type="dxa"/>
                                    <w:tcBorders>
                                      <w:top w:val="nil"/>
                                      <w:bottom w:val="nil"/>
                                    </w:tcBorders>
                                    <w:vAlign w:val="center"/>
                                  </w:tcPr>
                                  <w:p w:rsidR="00971322" w:rsidRPr="00C32644" w:rsidRDefault="00971322" w:rsidP="008A4B54">
                                    <w:pPr>
                                      <w:rPr>
                                        <w:rFonts w:cs="Arial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</w:rPr>
                                      <w:t>What is the first step in creating a PowerPoint photo album?</w:t>
                                    </w:r>
                                  </w:p>
                                </w:tc>
                              </w:tr>
                              <w:tr w:rsidR="00971322" w:rsidTr="002F0528">
                                <w:trPr>
                                  <w:trHeight w:val="454"/>
                                </w:trPr>
                                <w:tc>
                                  <w:tcPr>
                                    <w:tcW w:w="8634" w:type="dxa"/>
                                    <w:tcBorders>
                                      <w:top w:val="nil"/>
                                      <w:bottom w:val="single" w:sz="4" w:space="0" w:color="auto"/>
                                    </w:tcBorders>
                                    <w:vAlign w:val="center"/>
                                  </w:tcPr>
                                  <w:p w:rsidR="00971322" w:rsidRDefault="00971322" w:rsidP="00D31A84"/>
                                </w:tc>
                              </w:tr>
                              <w:tr w:rsidR="00971322" w:rsidTr="002F0528">
                                <w:trPr>
                                  <w:trHeight w:val="454"/>
                                </w:trPr>
                                <w:tc>
                                  <w:tcPr>
                                    <w:tcW w:w="8634" w:type="dxa"/>
                                    <w:tcBorders>
                                      <w:top w:val="single" w:sz="4" w:space="0" w:color="auto"/>
                                      <w:bottom w:val="single" w:sz="4" w:space="0" w:color="auto"/>
                                    </w:tcBorders>
                                    <w:vAlign w:val="center"/>
                                  </w:tcPr>
                                  <w:p w:rsidR="00971322" w:rsidRDefault="00971322" w:rsidP="008A4B54">
                                    <w:pPr>
                                      <w:spacing w:before="240"/>
                                    </w:pPr>
                                  </w:p>
                                </w:tc>
                              </w:tr>
                              <w:tr w:rsidR="00971322" w:rsidTr="002F0528">
                                <w:trPr>
                                  <w:trHeight w:val="454"/>
                                </w:trPr>
                                <w:tc>
                                  <w:tcPr>
                                    <w:tcW w:w="8634" w:type="dxa"/>
                                    <w:tcBorders>
                                      <w:top w:val="single" w:sz="4" w:space="0" w:color="auto"/>
                                      <w:bottom w:val="single" w:sz="4" w:space="0" w:color="auto"/>
                                    </w:tcBorders>
                                    <w:vAlign w:val="center"/>
                                  </w:tcPr>
                                  <w:p w:rsidR="00971322" w:rsidRPr="00F916BC" w:rsidRDefault="00971322" w:rsidP="00F916BC">
                                    <w:pPr>
                                      <w:spacing w:before="240"/>
                                    </w:pPr>
                                    <w:r>
                                      <w:t xml:space="preserve">List the four topics in the </w:t>
                                    </w:r>
                                    <w:r>
                                      <w:rPr>
                                        <w:b/>
                                        <w:i/>
                                      </w:rPr>
                                      <w:t>Create and share a photo album</w:t>
                                    </w:r>
                                    <w:r>
                                      <w:t xml:space="preserve"> article:</w:t>
                                    </w:r>
                                  </w:p>
                                </w:tc>
                              </w:tr>
                              <w:tr w:rsidR="00971322" w:rsidTr="002F0528">
                                <w:trPr>
                                  <w:trHeight w:val="454"/>
                                </w:trPr>
                                <w:tc>
                                  <w:tcPr>
                                    <w:tcW w:w="8634" w:type="dxa"/>
                                    <w:tcBorders>
                                      <w:top w:val="single" w:sz="4" w:space="0" w:color="auto"/>
                                      <w:bottom w:val="single" w:sz="4" w:space="0" w:color="auto"/>
                                    </w:tcBorders>
                                    <w:vAlign w:val="center"/>
                                  </w:tcPr>
                                  <w:p w:rsidR="00971322" w:rsidRDefault="00971322" w:rsidP="00D31A84">
                                    <w:r>
                                      <w:t>1.</w:t>
                                    </w:r>
                                  </w:p>
                                </w:tc>
                              </w:tr>
                              <w:tr w:rsidR="00971322" w:rsidTr="009E4E7F">
                                <w:trPr>
                                  <w:trHeight w:val="454"/>
                                </w:trPr>
                                <w:tc>
                                  <w:tcPr>
                                    <w:tcW w:w="8634" w:type="dxa"/>
                                    <w:tcBorders>
                                      <w:top w:val="single" w:sz="4" w:space="0" w:color="auto"/>
                                      <w:bottom w:val="single" w:sz="4" w:space="0" w:color="auto"/>
                                    </w:tcBorders>
                                    <w:vAlign w:val="center"/>
                                  </w:tcPr>
                                  <w:p w:rsidR="00971322" w:rsidRDefault="00971322" w:rsidP="00D31A84">
                                    <w:r>
                                      <w:t>2.</w:t>
                                    </w:r>
                                  </w:p>
                                </w:tc>
                              </w:tr>
                              <w:tr w:rsidR="00971322" w:rsidTr="008A4B54">
                                <w:trPr>
                                  <w:trHeight w:val="454"/>
                                </w:trPr>
                                <w:tc>
                                  <w:tcPr>
                                    <w:tcW w:w="8634" w:type="dxa"/>
                                    <w:tcBorders>
                                      <w:top w:val="single" w:sz="4" w:space="0" w:color="auto"/>
                                      <w:bottom w:val="single" w:sz="4" w:space="0" w:color="auto"/>
                                    </w:tcBorders>
                                    <w:vAlign w:val="center"/>
                                  </w:tcPr>
                                  <w:p w:rsidR="00971322" w:rsidRDefault="00971322" w:rsidP="00D31A84">
                                    <w:r>
                                      <w:t>3.</w:t>
                                    </w:r>
                                  </w:p>
                                </w:tc>
                              </w:tr>
                              <w:tr w:rsidR="00971322" w:rsidTr="008A4B54">
                                <w:trPr>
                                  <w:trHeight w:val="454"/>
                                </w:trPr>
                                <w:tc>
                                  <w:tcPr>
                                    <w:tcW w:w="8634" w:type="dxa"/>
                                    <w:tcBorders>
                                      <w:top w:val="single" w:sz="4" w:space="0" w:color="auto"/>
                                      <w:bottom w:val="single" w:sz="4" w:space="0" w:color="auto"/>
                                    </w:tcBorders>
                                    <w:vAlign w:val="center"/>
                                  </w:tcPr>
                                  <w:p w:rsidR="00971322" w:rsidRDefault="00971322" w:rsidP="00D31A84">
                                    <w:r>
                                      <w:t>4.</w:t>
                                    </w:r>
                                  </w:p>
                                </w:tc>
                              </w:tr>
                            </w:tbl>
                            <w:p w:rsidR="00971322" w:rsidRDefault="00971322" w:rsidP="0073708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6" name="Group 36"/>
                        <wpg:cNvGrpSpPr/>
                        <wpg:grpSpPr bwMode="auto">
                          <a:xfrm>
                            <a:off x="0" y="5384800"/>
                            <a:ext cx="254000" cy="254000"/>
                            <a:chOff x="0" y="0"/>
                            <a:chExt cx="400" cy="400"/>
                          </a:xfrm>
                        </wpg:grpSpPr>
                        <wps:wsp>
                          <wps:cNvPr id="37" name="Oval 3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0" y="40"/>
                              <a:ext cx="340" cy="320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" name="Text Box 122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0" y="0"/>
                              <a:ext cx="400" cy="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000000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71322" w:rsidRDefault="00971322" w:rsidP="0073708E">
                                <w:pPr>
                                  <w:spacing w:before="0" w:after="0"/>
                                  <w:jc w:val="center"/>
                                  <w:rPr>
                                    <w:rFonts w:cs="Arial"/>
                                    <w:b/>
                                    <w:bCs/>
                                    <w:color w:val="FFFFFF"/>
                                  </w:rPr>
                                </w:pPr>
                                <w:r>
                                  <w:rPr>
                                    <w:rFonts w:cs="Arial"/>
                                    <w:b/>
                                    <w:bCs/>
                                    <w:color w:val="FFFFFF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3" o:spid="_x0000_s1031" style="position:absolute;margin-left:.3pt;margin-top:26.75pt;width:482.05pt;height:629pt;z-index:251661312" coordsize="61221,7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">
                <v:line id="Straight Connector 24" o:spid="_x0000_s1032" style="position:absolute;visibility:visible;mso-wrap-style:square" from="381,0" to="61221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" strokecolor="#c00000"/>
                <v:shape id="Text Box 118" o:spid="_x0000_s1033" type="#_x0000_t202" style="position:absolute;left:1905;top:3683;width:57340;height:23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<v:textbox>
                    <w:txbxContent>
                      <w:tbl>
                        <w:tblPr>
                          <w:tblW w:w="0" w:type="auto"/>
                          <w:tblInd w:w="108" w:type="dxa"/>
                          <w:tblBorders>
                            <w:bottom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1E0" w:firstRow="1" w:lastRow="1" w:firstColumn="1" w:lastColumn="1" w:noHBand="0" w:noVBand="0"/>
                        </w:tblPr>
                        <w:tblGrid>
                          <w:gridCol w:w="8634"/>
                        </w:tblGrid>
                        <w:tr w:rsidR="00971322" w:rsidTr="0073708E">
                          <w:trPr>
                            <w:trHeight w:val="454"/>
                          </w:trPr>
                          <w:tc>
                            <w:tcPr>
                              <w:tcW w:w="8634" w:type="dxa"/>
                              <w:tcBorders>
                                <w:top w:val="nil"/>
                                <w:bottom w:val="nil"/>
                              </w:tcBorders>
                              <w:vAlign w:val="center"/>
                            </w:tcPr>
                            <w:p w:rsidR="00971322" w:rsidRPr="00C32644" w:rsidRDefault="00971322" w:rsidP="008A4B54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cs="Arial"/>
                                </w:rPr>
                                <w:t xml:space="preserve">To open the </w:t>
                              </w:r>
                              <w:r w:rsidRPr="009E4E7F">
                                <w:rPr>
                                  <w:rFonts w:cs="Arial"/>
                                  <w:b/>
                                  <w:i/>
                                </w:rPr>
                                <w:t>Help</w:t>
                              </w:r>
                              <w:r>
                                <w:rPr>
                                  <w:rFonts w:cs="Arial"/>
                                </w:rPr>
                                <w:t xml:space="preserve"> window instantly on the help information specific to </w:t>
                              </w:r>
                              <w:r>
                                <w:rPr>
                                  <w:rFonts w:cs="Arial"/>
                                  <w:b/>
                                  <w:i/>
                                </w:rPr>
                                <w:t>Shapes</w:t>
                              </w:r>
                              <w:r>
                                <w:rPr>
                                  <w:rFonts w:cs="Arial"/>
                                </w:rPr>
                                <w:t>, which key did you press?</w:t>
                              </w:r>
                            </w:p>
                          </w:tc>
                        </w:tr>
                        <w:tr w:rsidR="00971322" w:rsidTr="0073708E">
                          <w:trPr>
                            <w:trHeight w:val="454"/>
                          </w:trPr>
                          <w:tc>
                            <w:tcPr>
                              <w:tcW w:w="8634" w:type="dxa"/>
                              <w:tcBorders>
                                <w:top w:val="nil"/>
                                <w:bottom w:val="single" w:sz="4" w:space="0" w:color="auto"/>
                              </w:tcBorders>
                              <w:vAlign w:val="center"/>
                            </w:tcPr>
                            <w:p w:rsidR="00971322" w:rsidRDefault="00971322" w:rsidP="00D31A84"/>
                          </w:tc>
                        </w:tr>
                        <w:tr w:rsidR="00971322" w:rsidTr="009E4E7F">
                          <w:trPr>
                            <w:trHeight w:val="454"/>
                          </w:trPr>
                          <w:tc>
                            <w:tcPr>
                              <w:tcW w:w="8634" w:type="dxa"/>
                              <w:tcBorders>
                                <w:top w:val="single" w:sz="4" w:space="0" w:color="auto"/>
                                <w:bottom w:val="nil"/>
                              </w:tcBorders>
                              <w:vAlign w:val="center"/>
                            </w:tcPr>
                            <w:p w:rsidR="00971322" w:rsidRDefault="00971322" w:rsidP="008A4B54">
                              <w:pPr>
                                <w:spacing w:before="240"/>
                              </w:pPr>
                              <w:r>
                                <w:t>Using the information found in this Help window, list the instructions for adding a shape in PowerPoint:</w:t>
                              </w:r>
                            </w:p>
                          </w:tc>
                        </w:tr>
                        <w:tr w:rsidR="00971322" w:rsidTr="009E4E7F">
                          <w:trPr>
                            <w:trHeight w:val="454"/>
                          </w:trPr>
                          <w:tc>
                            <w:tcPr>
                              <w:tcW w:w="8634" w:type="dxa"/>
                              <w:tcBorders>
                                <w:top w:val="nil"/>
                                <w:bottom w:val="single" w:sz="4" w:space="0" w:color="auto"/>
                              </w:tcBorders>
                              <w:vAlign w:val="center"/>
                            </w:tcPr>
                            <w:p w:rsidR="00971322" w:rsidRDefault="00971322" w:rsidP="00D31A84"/>
                          </w:tc>
                        </w:tr>
                        <w:tr w:rsidR="00971322" w:rsidTr="009E4E7F">
                          <w:trPr>
                            <w:trHeight w:val="454"/>
                          </w:trPr>
                          <w:tc>
                            <w:tcPr>
                              <w:tcW w:w="8634" w:type="dxa"/>
                              <w:tcBorders>
                                <w:top w:val="single" w:sz="4" w:space="0" w:color="auto"/>
                                <w:bottom w:val="single" w:sz="4" w:space="0" w:color="auto"/>
                              </w:tcBorders>
                              <w:vAlign w:val="center"/>
                            </w:tcPr>
                            <w:p w:rsidR="00971322" w:rsidRDefault="00971322" w:rsidP="00D31A84"/>
                          </w:tc>
                        </w:tr>
                        <w:tr w:rsidR="00971322" w:rsidTr="009E4E7F">
                          <w:trPr>
                            <w:trHeight w:val="454"/>
                          </w:trPr>
                          <w:tc>
                            <w:tcPr>
                              <w:tcW w:w="8634" w:type="dxa"/>
                              <w:tcBorders>
                                <w:top w:val="single" w:sz="4" w:space="0" w:color="auto"/>
                              </w:tcBorders>
                              <w:vAlign w:val="center"/>
                            </w:tcPr>
                            <w:p w:rsidR="00971322" w:rsidRDefault="00971322" w:rsidP="00D31A84"/>
                          </w:tc>
                        </w:tr>
                      </w:tbl>
                      <w:p w:rsidR="00971322" w:rsidRDefault="00971322" w:rsidP="0073708E"/>
                    </w:txbxContent>
                  </v:textbox>
                </v:shape>
                <v:group id="Group 27" o:spid="_x0000_s1034" style="position:absolute;top:4445;width:2540;height:2540" coordsize="400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oval id="Oval 28" o:spid="_x0000_s1035" style="position:absolute;left:40;top:40;width:340;height: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" fillcolor="#c00000" stroked="f">
                    <o:lock v:ext="edit" aspectratio="t"/>
                  </v:oval>
                  <v:shape id="Text Box 122" o:spid="_x0000_s1036" type="#_x0000_t202" style="position:absolute;width:400;height: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" filled="f" fillcolor="black" stroked="f">
                    <o:lock v:ext="edit" aspectratio="t"/>
                    <v:textbox>
                      <w:txbxContent>
                        <w:p w:rsidR="00971322" w:rsidRDefault="00971322" w:rsidP="0073708E">
                          <w:pPr>
                            <w:spacing w:before="0" w:after="0"/>
                            <w:jc w:val="center"/>
                            <w:rPr>
                              <w:rFonts w:cs="Arial"/>
                              <w:b/>
                              <w:bCs/>
                              <w:color w:val="FFFFFF"/>
                            </w:rPr>
                          </w:pPr>
                          <w:r>
                            <w:rPr>
                              <w:rFonts w:cs="Arial"/>
                              <w:b/>
                              <w:bCs/>
                              <w:color w:val="FFFFFF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v:shape id="Text Box 118" o:spid="_x0000_s1037" type="#_x0000_t202" style="position:absolute;left:1905;top:26543;width:57340;height:266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<v:textbox>
                    <w:txbxContent>
                      <w:tbl>
                        <w:tblPr>
                          <w:tblW w:w="0" w:type="auto"/>
                          <w:tblInd w:w="108" w:type="dxa"/>
                          <w:tblBorders>
                            <w:bottom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1E0" w:firstRow="1" w:lastRow="1" w:firstColumn="1" w:lastColumn="1" w:noHBand="0" w:noVBand="0"/>
                        </w:tblPr>
                        <w:tblGrid>
                          <w:gridCol w:w="8634"/>
                        </w:tblGrid>
                        <w:tr w:rsidR="00971322" w:rsidTr="0073708E">
                          <w:trPr>
                            <w:trHeight w:val="454"/>
                          </w:trPr>
                          <w:tc>
                            <w:tcPr>
                              <w:tcW w:w="8634" w:type="dxa"/>
                              <w:tcBorders>
                                <w:top w:val="nil"/>
                                <w:bottom w:val="nil"/>
                              </w:tcBorders>
                              <w:vAlign w:val="center"/>
                            </w:tcPr>
                            <w:p w:rsidR="00971322" w:rsidRPr="00C32644" w:rsidRDefault="00971322" w:rsidP="008A4B54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cs="Arial"/>
                                </w:rPr>
                                <w:t xml:space="preserve">Where (on the ribbon) is the </w:t>
                              </w:r>
                              <w:r w:rsidRPr="008A4B54">
                                <w:rPr>
                                  <w:rFonts w:cs="Arial"/>
                                  <w:b/>
                                  <w:i/>
                                </w:rPr>
                                <w:t>Animation Painter</w:t>
                              </w:r>
                              <w:r>
                                <w:rPr>
                                  <w:rFonts w:cs="Arial"/>
                                </w:rPr>
                                <w:t xml:space="preserve"> located?</w:t>
                              </w:r>
                            </w:p>
                          </w:tc>
                        </w:tr>
                        <w:tr w:rsidR="00971322" w:rsidTr="002F0528">
                          <w:trPr>
                            <w:trHeight w:val="454"/>
                          </w:trPr>
                          <w:tc>
                            <w:tcPr>
                              <w:tcW w:w="8634" w:type="dxa"/>
                              <w:tcBorders>
                                <w:top w:val="nil"/>
                                <w:bottom w:val="single" w:sz="4" w:space="0" w:color="auto"/>
                              </w:tcBorders>
                              <w:vAlign w:val="center"/>
                            </w:tcPr>
                            <w:p w:rsidR="00971322" w:rsidRDefault="00971322" w:rsidP="00D31A84"/>
                          </w:tc>
                        </w:tr>
                        <w:tr w:rsidR="00971322" w:rsidTr="002F0528">
                          <w:trPr>
                            <w:trHeight w:val="454"/>
                          </w:trPr>
                          <w:tc>
                            <w:tcPr>
                              <w:tcW w:w="8634" w:type="dxa"/>
                              <w:tcBorders>
                                <w:top w:val="single" w:sz="4" w:space="0" w:color="auto"/>
                                <w:bottom w:val="single" w:sz="4" w:space="0" w:color="auto"/>
                              </w:tcBorders>
                              <w:vAlign w:val="center"/>
                            </w:tcPr>
                            <w:p w:rsidR="00971322" w:rsidRDefault="00971322" w:rsidP="008A4B54">
                              <w:pPr>
                                <w:spacing w:before="240"/>
                              </w:pPr>
                              <w:r>
                                <w:t>List the first five articles or videos presented in the search results:</w:t>
                              </w:r>
                            </w:p>
                          </w:tc>
                        </w:tr>
                        <w:tr w:rsidR="00971322" w:rsidTr="002F0528">
                          <w:trPr>
                            <w:trHeight w:val="454"/>
                          </w:trPr>
                          <w:tc>
                            <w:tcPr>
                              <w:tcW w:w="8634" w:type="dxa"/>
                              <w:tcBorders>
                                <w:top w:val="single" w:sz="4" w:space="0" w:color="auto"/>
                                <w:bottom w:val="single" w:sz="4" w:space="0" w:color="auto"/>
                              </w:tcBorders>
                              <w:vAlign w:val="center"/>
                            </w:tcPr>
                            <w:p w:rsidR="00971322" w:rsidRDefault="00971322" w:rsidP="00D31A84">
                              <w:r>
                                <w:t>1.</w:t>
                              </w:r>
                            </w:p>
                          </w:tc>
                        </w:tr>
                        <w:tr w:rsidR="00971322" w:rsidTr="009E4E7F">
                          <w:trPr>
                            <w:trHeight w:val="454"/>
                          </w:trPr>
                          <w:tc>
                            <w:tcPr>
                              <w:tcW w:w="8634" w:type="dxa"/>
                              <w:tcBorders>
                                <w:top w:val="single" w:sz="4" w:space="0" w:color="auto"/>
                                <w:bottom w:val="single" w:sz="4" w:space="0" w:color="auto"/>
                              </w:tcBorders>
                              <w:vAlign w:val="center"/>
                            </w:tcPr>
                            <w:p w:rsidR="00971322" w:rsidRDefault="00971322" w:rsidP="00D31A84">
                              <w:r>
                                <w:t>2.</w:t>
                              </w:r>
                            </w:p>
                          </w:tc>
                        </w:tr>
                        <w:tr w:rsidR="00971322" w:rsidTr="008A4B54">
                          <w:trPr>
                            <w:trHeight w:val="454"/>
                          </w:trPr>
                          <w:tc>
                            <w:tcPr>
                              <w:tcW w:w="8634" w:type="dxa"/>
                              <w:tcBorders>
                                <w:top w:val="single" w:sz="4" w:space="0" w:color="auto"/>
                                <w:bottom w:val="single" w:sz="4" w:space="0" w:color="auto"/>
                              </w:tcBorders>
                              <w:vAlign w:val="center"/>
                            </w:tcPr>
                            <w:p w:rsidR="00971322" w:rsidRDefault="00971322" w:rsidP="00D31A84">
                              <w:r>
                                <w:t>3.</w:t>
                              </w:r>
                            </w:p>
                          </w:tc>
                        </w:tr>
                        <w:tr w:rsidR="00971322" w:rsidTr="008A4B54">
                          <w:trPr>
                            <w:trHeight w:val="454"/>
                          </w:trPr>
                          <w:tc>
                            <w:tcPr>
                              <w:tcW w:w="8634" w:type="dxa"/>
                              <w:tcBorders>
                                <w:top w:val="single" w:sz="4" w:space="0" w:color="auto"/>
                                <w:bottom w:val="single" w:sz="4" w:space="0" w:color="auto"/>
                              </w:tcBorders>
                              <w:vAlign w:val="center"/>
                            </w:tcPr>
                            <w:p w:rsidR="00971322" w:rsidRDefault="00971322" w:rsidP="00D31A84">
                              <w:r>
                                <w:t>4.</w:t>
                              </w:r>
                            </w:p>
                          </w:tc>
                        </w:tr>
                        <w:tr w:rsidR="00971322" w:rsidTr="009E4E7F">
                          <w:trPr>
                            <w:trHeight w:val="454"/>
                          </w:trPr>
                          <w:tc>
                            <w:tcPr>
                              <w:tcW w:w="8634" w:type="dxa"/>
                              <w:tcBorders>
                                <w:top w:val="single" w:sz="4" w:space="0" w:color="auto"/>
                              </w:tcBorders>
                              <w:vAlign w:val="center"/>
                            </w:tcPr>
                            <w:p w:rsidR="00971322" w:rsidRDefault="00971322" w:rsidP="00D31A84">
                              <w:r>
                                <w:t>5.</w:t>
                              </w:r>
                            </w:p>
                          </w:tc>
                        </w:tr>
                      </w:tbl>
                      <w:p w:rsidR="00971322" w:rsidRDefault="00971322" w:rsidP="0073708E"/>
                    </w:txbxContent>
                  </v:textbox>
                </v:shape>
                <v:group id="Group 32" o:spid="_x0000_s1038" style="position:absolute;top:27178;width:2540;height:2540" coordsize="400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<v:oval id="Oval 33" o:spid="_x0000_s1039" style="position:absolute;left:40;top:40;width:340;height: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" fillcolor="#c00000" stroked="f">
                    <o:lock v:ext="edit" aspectratio="t"/>
                  </v:oval>
                  <v:shape id="Text Box 122" o:spid="_x0000_s1040" type="#_x0000_t202" style="position:absolute;width:400;height: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" filled="f" fillcolor="black" stroked="f">
                    <o:lock v:ext="edit" aspectratio="t"/>
                    <v:textbox>
                      <w:txbxContent>
                        <w:p w:rsidR="00971322" w:rsidRDefault="00971322" w:rsidP="0073708E">
                          <w:pPr>
                            <w:spacing w:before="0" w:after="0"/>
                            <w:jc w:val="center"/>
                            <w:rPr>
                              <w:rFonts w:cs="Arial"/>
                              <w:b/>
                              <w:bCs/>
                              <w:color w:val="FFFFFF"/>
                            </w:rPr>
                          </w:pPr>
                          <w:r>
                            <w:rPr>
                              <w:rFonts w:cs="Arial"/>
                              <w:b/>
                              <w:bCs/>
                              <w:color w:val="FFFFFF"/>
                            </w:rPr>
                            <w:t>3</w:t>
                          </w:r>
                        </w:p>
                      </w:txbxContent>
                    </v:textbox>
                  </v:shape>
                </v:group>
                <v:shape id="Text Box 118" o:spid="_x0000_s1041" type="#_x0000_t202" style="position:absolute;left:1905;top:53213;width:57340;height:266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<v:textbox>
                    <w:txbxContent>
                      <w:tbl>
                        <w:tblPr>
                          <w:tblW w:w="0" w:type="auto"/>
                          <w:tblInd w:w="108" w:type="dxa"/>
                          <w:tblBorders>
                            <w:bottom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1E0" w:firstRow="1" w:lastRow="1" w:firstColumn="1" w:lastColumn="1" w:noHBand="0" w:noVBand="0"/>
                        </w:tblPr>
                        <w:tblGrid>
                          <w:gridCol w:w="8634"/>
                        </w:tblGrid>
                        <w:tr w:rsidR="00971322" w:rsidTr="0073708E">
                          <w:trPr>
                            <w:trHeight w:val="454"/>
                          </w:trPr>
                          <w:tc>
                            <w:tcPr>
                              <w:tcW w:w="8634" w:type="dxa"/>
                              <w:tcBorders>
                                <w:top w:val="nil"/>
                                <w:bottom w:val="nil"/>
                              </w:tcBorders>
                              <w:vAlign w:val="center"/>
                            </w:tcPr>
                            <w:p w:rsidR="00971322" w:rsidRPr="00C32644" w:rsidRDefault="00971322" w:rsidP="008A4B54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cs="Arial"/>
                                </w:rPr>
                                <w:t>What is the first step in creating a PowerPoint photo album?</w:t>
                              </w:r>
                            </w:p>
                          </w:tc>
                        </w:tr>
                        <w:tr w:rsidR="00971322" w:rsidTr="002F0528">
                          <w:trPr>
                            <w:trHeight w:val="454"/>
                          </w:trPr>
                          <w:tc>
                            <w:tcPr>
                              <w:tcW w:w="8634" w:type="dxa"/>
                              <w:tcBorders>
                                <w:top w:val="nil"/>
                                <w:bottom w:val="single" w:sz="4" w:space="0" w:color="auto"/>
                              </w:tcBorders>
                              <w:vAlign w:val="center"/>
                            </w:tcPr>
                            <w:p w:rsidR="00971322" w:rsidRDefault="00971322" w:rsidP="00D31A84"/>
                          </w:tc>
                        </w:tr>
                        <w:tr w:rsidR="00971322" w:rsidTr="002F0528">
                          <w:trPr>
                            <w:trHeight w:val="454"/>
                          </w:trPr>
                          <w:tc>
                            <w:tcPr>
                              <w:tcW w:w="8634" w:type="dxa"/>
                              <w:tcBorders>
                                <w:top w:val="single" w:sz="4" w:space="0" w:color="auto"/>
                                <w:bottom w:val="single" w:sz="4" w:space="0" w:color="auto"/>
                              </w:tcBorders>
                              <w:vAlign w:val="center"/>
                            </w:tcPr>
                            <w:p w:rsidR="00971322" w:rsidRDefault="00971322" w:rsidP="008A4B54">
                              <w:pPr>
                                <w:spacing w:before="240"/>
                              </w:pPr>
                            </w:p>
                          </w:tc>
                        </w:tr>
                        <w:tr w:rsidR="00971322" w:rsidTr="002F0528">
                          <w:trPr>
                            <w:trHeight w:val="454"/>
                          </w:trPr>
                          <w:tc>
                            <w:tcPr>
                              <w:tcW w:w="8634" w:type="dxa"/>
                              <w:tcBorders>
                                <w:top w:val="single" w:sz="4" w:space="0" w:color="auto"/>
                                <w:bottom w:val="single" w:sz="4" w:space="0" w:color="auto"/>
                              </w:tcBorders>
                              <w:vAlign w:val="center"/>
                            </w:tcPr>
                            <w:p w:rsidR="00971322" w:rsidRPr="00F916BC" w:rsidRDefault="00971322" w:rsidP="00F916BC">
                              <w:pPr>
                                <w:spacing w:before="240"/>
                              </w:pPr>
                              <w:r>
                                <w:t xml:space="preserve">List the four topics in the 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Create and share a photo album</w:t>
                              </w:r>
                              <w:r>
                                <w:t xml:space="preserve"> article:</w:t>
                              </w:r>
                            </w:p>
                          </w:tc>
                        </w:tr>
                        <w:tr w:rsidR="00971322" w:rsidTr="002F0528">
                          <w:trPr>
                            <w:trHeight w:val="454"/>
                          </w:trPr>
                          <w:tc>
                            <w:tcPr>
                              <w:tcW w:w="8634" w:type="dxa"/>
                              <w:tcBorders>
                                <w:top w:val="single" w:sz="4" w:space="0" w:color="auto"/>
                                <w:bottom w:val="single" w:sz="4" w:space="0" w:color="auto"/>
                              </w:tcBorders>
                              <w:vAlign w:val="center"/>
                            </w:tcPr>
                            <w:p w:rsidR="00971322" w:rsidRDefault="00971322" w:rsidP="00D31A84">
                              <w:r>
                                <w:t>1.</w:t>
                              </w:r>
                            </w:p>
                          </w:tc>
                        </w:tr>
                        <w:tr w:rsidR="00971322" w:rsidTr="009E4E7F">
                          <w:trPr>
                            <w:trHeight w:val="454"/>
                          </w:trPr>
                          <w:tc>
                            <w:tcPr>
                              <w:tcW w:w="8634" w:type="dxa"/>
                              <w:tcBorders>
                                <w:top w:val="single" w:sz="4" w:space="0" w:color="auto"/>
                                <w:bottom w:val="single" w:sz="4" w:space="0" w:color="auto"/>
                              </w:tcBorders>
                              <w:vAlign w:val="center"/>
                            </w:tcPr>
                            <w:p w:rsidR="00971322" w:rsidRDefault="00971322" w:rsidP="00D31A84">
                              <w:r>
                                <w:t>2.</w:t>
                              </w:r>
                            </w:p>
                          </w:tc>
                        </w:tr>
                        <w:tr w:rsidR="00971322" w:rsidTr="008A4B54">
                          <w:trPr>
                            <w:trHeight w:val="454"/>
                          </w:trPr>
                          <w:tc>
                            <w:tcPr>
                              <w:tcW w:w="8634" w:type="dxa"/>
                              <w:tcBorders>
                                <w:top w:val="single" w:sz="4" w:space="0" w:color="auto"/>
                                <w:bottom w:val="single" w:sz="4" w:space="0" w:color="auto"/>
                              </w:tcBorders>
                              <w:vAlign w:val="center"/>
                            </w:tcPr>
                            <w:p w:rsidR="00971322" w:rsidRDefault="00971322" w:rsidP="00D31A84">
                              <w:r>
                                <w:t>3.</w:t>
                              </w:r>
                            </w:p>
                          </w:tc>
                        </w:tr>
                        <w:tr w:rsidR="00971322" w:rsidTr="008A4B54">
                          <w:trPr>
                            <w:trHeight w:val="454"/>
                          </w:trPr>
                          <w:tc>
                            <w:tcPr>
                              <w:tcW w:w="8634" w:type="dxa"/>
                              <w:tcBorders>
                                <w:top w:val="single" w:sz="4" w:space="0" w:color="auto"/>
                                <w:bottom w:val="single" w:sz="4" w:space="0" w:color="auto"/>
                              </w:tcBorders>
                              <w:vAlign w:val="center"/>
                            </w:tcPr>
                            <w:p w:rsidR="00971322" w:rsidRDefault="00971322" w:rsidP="00D31A84">
                              <w:r>
                                <w:t>4.</w:t>
                              </w:r>
                            </w:p>
                          </w:tc>
                        </w:tr>
                      </w:tbl>
                      <w:p w:rsidR="00971322" w:rsidRDefault="00971322" w:rsidP="0073708E"/>
                    </w:txbxContent>
                  </v:textbox>
                </v:shape>
                <v:group id="Group 36" o:spid="_x0000_s1042" style="position:absolute;top:53848;width:2540;height:2540" coordsize="400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<v:oval id="Oval 37" o:spid="_x0000_s1043" style="position:absolute;left:40;top:40;width:340;height: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" fillcolor="#c00000" stroked="f">
                    <o:lock v:ext="edit" aspectratio="t"/>
                  </v:oval>
                  <v:shape id="Text Box 122" o:spid="_x0000_s1044" type="#_x0000_t202" style="position:absolute;width:400;height: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" filled="f" fillcolor="black" stroked="f">
                    <o:lock v:ext="edit" aspectratio="t"/>
                    <v:textbox>
                      <w:txbxContent>
                        <w:p w:rsidR="00971322" w:rsidRDefault="00971322" w:rsidP="0073708E">
                          <w:pPr>
                            <w:spacing w:before="0" w:after="0"/>
                            <w:jc w:val="center"/>
                            <w:rPr>
                              <w:rFonts w:cs="Arial"/>
                              <w:b/>
                              <w:bCs/>
                              <w:color w:val="FFFFFF"/>
                            </w:rPr>
                          </w:pPr>
                          <w:r>
                            <w:rPr>
                              <w:rFonts w:cs="Arial"/>
                              <w:b/>
                              <w:bCs/>
                              <w:color w:val="FFFFFF"/>
                            </w:rPr>
                            <w:t>5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E70094" w:rsidRPr="00971322" w:rsidRDefault="00E70094" w:rsidP="00971322"/>
    <w:sectPr w:rsidR="00E70094" w:rsidRPr="00971322" w:rsidSect="009713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964" w:right="1134" w:bottom="1440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09F0" w:rsidRDefault="003709F0">
      <w:r>
        <w:separator/>
      </w:r>
    </w:p>
  </w:endnote>
  <w:endnote w:type="continuationSeparator" w:id="0">
    <w:p w:rsidR="003709F0" w:rsidRDefault="00370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Numbers">
    <w:panose1 w:val="020B0603050302020204"/>
    <w:charset w:val="02"/>
    <w:family w:val="swiss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AF7" w:rsidRDefault="003709F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D0D" w:rsidRDefault="00EF6EB9" w:rsidP="002D0AF7">
    <w:pPr>
      <w:pStyle w:val="Footer"/>
    </w:pPr>
    <w:r>
      <w:t xml:space="preserve">Dynamic Web </w:t>
    </w:r>
    <w:r>
      <w:t>Training</w:t>
    </w:r>
    <w:bookmarkStart w:id="3" w:name="_GoBack"/>
    <w:bookmarkEnd w:id="3"/>
    <w:r w:rsidR="00971322">
      <w:tab/>
      <w:t xml:space="preserve">Page </w:t>
    </w:r>
    <w:r w:rsidR="00971322">
      <w:fldChar w:fldCharType="begin"/>
    </w:r>
    <w:r w:rsidR="00971322">
      <w:instrText xml:space="preserve"> PAGE  \* MERGEFORMAT </w:instrText>
    </w:r>
    <w:r w:rsidR="00971322">
      <w:fldChar w:fldCharType="separate"/>
    </w:r>
    <w:r>
      <w:rPr>
        <w:noProof/>
      </w:rPr>
      <w:t>2</w:t>
    </w:r>
    <w:r w:rsidR="00971322">
      <w:fldChar w:fldCharType="end"/>
    </w:r>
    <w:r w:rsidR="00971322">
      <w:tab/>
      <w:t>Chapter 10 - Challenge Exercise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AF7" w:rsidRDefault="003709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09F0" w:rsidRDefault="003709F0">
      <w:r>
        <w:separator/>
      </w:r>
    </w:p>
  </w:footnote>
  <w:footnote w:type="continuationSeparator" w:id="0">
    <w:p w:rsidR="003709F0" w:rsidRDefault="003709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AF7" w:rsidRDefault="003709F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D0D" w:rsidRDefault="00971322" w:rsidP="00510E30">
    <w:pPr>
      <w:pStyle w:val="Header"/>
      <w:tabs>
        <w:tab w:val="clear" w:pos="8306"/>
        <w:tab w:val="right" w:pos="9639"/>
      </w:tabs>
    </w:pPr>
    <w:r>
      <w:t>Microsoft PowerPoint 2016 - Level 1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AF7" w:rsidRDefault="003709F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621A0DF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3"/>
      </w:pPr>
    </w:lvl>
    <w:lvl w:ilvl="4">
      <w:start w:val="1"/>
      <w:numFmt w:val="lowerLetter"/>
      <w:lvlText w:val="(%5)"/>
      <w:lvlJc w:val="left"/>
      <w:pPr>
        <w:tabs>
          <w:tab w:val="num" w:pos="1797"/>
        </w:tabs>
        <w:ind w:left="1797" w:hanging="357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3"/>
      </w:p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57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3"/>
      </w:pPr>
    </w:lvl>
    <w:lvl w:ilvl="8">
      <w:start w:val="1"/>
      <w:numFmt w:val="lowerRoman"/>
      <w:lvlText w:val="%9."/>
      <w:lvlJc w:val="left"/>
      <w:pPr>
        <w:tabs>
          <w:tab w:val="num" w:pos="3237"/>
        </w:tabs>
        <w:ind w:left="3237" w:hanging="357"/>
      </w:pPr>
    </w:lvl>
  </w:abstractNum>
  <w:abstractNum w:abstractNumId="1" w15:restartNumberingAfterBreak="0">
    <w:nsid w:val="030213DA"/>
    <w:multiLevelType w:val="hybridMultilevel"/>
    <w:tmpl w:val="750269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816AA7"/>
    <w:multiLevelType w:val="singleLevel"/>
    <w:tmpl w:val="6F5C83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45C4786"/>
    <w:multiLevelType w:val="hybridMultilevel"/>
    <w:tmpl w:val="5E9041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F5F94"/>
    <w:multiLevelType w:val="hybridMultilevel"/>
    <w:tmpl w:val="DBE2E7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137CA7"/>
    <w:multiLevelType w:val="hybridMultilevel"/>
    <w:tmpl w:val="E93EA6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514615"/>
    <w:multiLevelType w:val="hybridMultilevel"/>
    <w:tmpl w:val="7502699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759009F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C96757E"/>
    <w:multiLevelType w:val="hybridMultilevel"/>
    <w:tmpl w:val="49CA192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DFA08FC"/>
    <w:multiLevelType w:val="hybridMultilevel"/>
    <w:tmpl w:val="BAE0BFEC"/>
    <w:lvl w:ilvl="0" w:tplc="FFFFFFFF">
      <w:start w:val="1"/>
      <w:numFmt w:val="bullet"/>
      <w:pStyle w:val="Outcome"/>
      <w:lvlText w:val=""/>
      <w:lvlJc w:val="left"/>
      <w:pPr>
        <w:tabs>
          <w:tab w:val="num" w:pos="644"/>
        </w:tabs>
        <w:ind w:left="624" w:hanging="34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080" w:firstLine="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0"/>
  </w:num>
  <w:num w:numId="4">
    <w:abstractNumId w:val="6"/>
  </w:num>
  <w:num w:numId="5">
    <w:abstractNumId w:val="6"/>
  </w:num>
  <w:num w:numId="6">
    <w:abstractNumId w:val="6"/>
  </w:num>
  <w:num w:numId="7">
    <w:abstractNumId w:val="1"/>
  </w:num>
  <w:num w:numId="8">
    <w:abstractNumId w:val="9"/>
  </w:num>
  <w:num w:numId="9">
    <w:abstractNumId w:val="4"/>
  </w:num>
  <w:num w:numId="10">
    <w:abstractNumId w:val="3"/>
  </w:num>
  <w:num w:numId="11">
    <w:abstractNumId w:val="5"/>
  </w:num>
  <w:num w:numId="12">
    <w:abstractNumId w:val="8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AU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eaeaea,#ddd,#ffc,#39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D4B"/>
    <w:rsid w:val="00032D8C"/>
    <w:rsid w:val="0003627C"/>
    <w:rsid w:val="00043464"/>
    <w:rsid w:val="00045EA8"/>
    <w:rsid w:val="0005206C"/>
    <w:rsid w:val="00052599"/>
    <w:rsid w:val="00053614"/>
    <w:rsid w:val="00066BD9"/>
    <w:rsid w:val="000738F9"/>
    <w:rsid w:val="00073CDA"/>
    <w:rsid w:val="0007501C"/>
    <w:rsid w:val="0007525F"/>
    <w:rsid w:val="000760D5"/>
    <w:rsid w:val="00082BAF"/>
    <w:rsid w:val="0009096B"/>
    <w:rsid w:val="00094C80"/>
    <w:rsid w:val="0009724E"/>
    <w:rsid w:val="000C53B3"/>
    <w:rsid w:val="000C5E58"/>
    <w:rsid w:val="000D3D3F"/>
    <w:rsid w:val="000D4C6A"/>
    <w:rsid w:val="000D7333"/>
    <w:rsid w:val="000E0733"/>
    <w:rsid w:val="000F513F"/>
    <w:rsid w:val="00100476"/>
    <w:rsid w:val="0010553D"/>
    <w:rsid w:val="0013664E"/>
    <w:rsid w:val="00137959"/>
    <w:rsid w:val="00137BDF"/>
    <w:rsid w:val="001479F1"/>
    <w:rsid w:val="00170712"/>
    <w:rsid w:val="00173A3F"/>
    <w:rsid w:val="001813FD"/>
    <w:rsid w:val="00194DBB"/>
    <w:rsid w:val="001B061E"/>
    <w:rsid w:val="001B06E4"/>
    <w:rsid w:val="001C3DD9"/>
    <w:rsid w:val="001D1B3D"/>
    <w:rsid w:val="001E00EF"/>
    <w:rsid w:val="001F186F"/>
    <w:rsid w:val="001F4D4B"/>
    <w:rsid w:val="00200C5F"/>
    <w:rsid w:val="00211820"/>
    <w:rsid w:val="00211FCA"/>
    <w:rsid w:val="00213E11"/>
    <w:rsid w:val="002505F3"/>
    <w:rsid w:val="00250F54"/>
    <w:rsid w:val="00251169"/>
    <w:rsid w:val="00252925"/>
    <w:rsid w:val="00257641"/>
    <w:rsid w:val="00257BD3"/>
    <w:rsid w:val="002645DE"/>
    <w:rsid w:val="00277EB9"/>
    <w:rsid w:val="002832E2"/>
    <w:rsid w:val="00283E32"/>
    <w:rsid w:val="002907A7"/>
    <w:rsid w:val="00292E8A"/>
    <w:rsid w:val="0029338C"/>
    <w:rsid w:val="002978B2"/>
    <w:rsid w:val="002F5096"/>
    <w:rsid w:val="00300D7E"/>
    <w:rsid w:val="003165F9"/>
    <w:rsid w:val="0033774F"/>
    <w:rsid w:val="003442B1"/>
    <w:rsid w:val="00364A6A"/>
    <w:rsid w:val="003709F0"/>
    <w:rsid w:val="003C1CA5"/>
    <w:rsid w:val="003D0922"/>
    <w:rsid w:val="003D690F"/>
    <w:rsid w:val="003D76C6"/>
    <w:rsid w:val="003E2CE0"/>
    <w:rsid w:val="0040786A"/>
    <w:rsid w:val="00417194"/>
    <w:rsid w:val="004251D8"/>
    <w:rsid w:val="004344A6"/>
    <w:rsid w:val="00441CBF"/>
    <w:rsid w:val="00463C11"/>
    <w:rsid w:val="004806AB"/>
    <w:rsid w:val="00485B59"/>
    <w:rsid w:val="00496C00"/>
    <w:rsid w:val="004A6903"/>
    <w:rsid w:val="004B1E57"/>
    <w:rsid w:val="004B48CB"/>
    <w:rsid w:val="004B67CE"/>
    <w:rsid w:val="004E5286"/>
    <w:rsid w:val="004F7EEC"/>
    <w:rsid w:val="00500973"/>
    <w:rsid w:val="005147CC"/>
    <w:rsid w:val="005223F5"/>
    <w:rsid w:val="00522512"/>
    <w:rsid w:val="0055182E"/>
    <w:rsid w:val="00573D31"/>
    <w:rsid w:val="005774C5"/>
    <w:rsid w:val="005939D7"/>
    <w:rsid w:val="00594E4C"/>
    <w:rsid w:val="00596F4F"/>
    <w:rsid w:val="005A14A5"/>
    <w:rsid w:val="005A610A"/>
    <w:rsid w:val="005B4F8C"/>
    <w:rsid w:val="005B52CE"/>
    <w:rsid w:val="005D5705"/>
    <w:rsid w:val="005D64AE"/>
    <w:rsid w:val="005F28B7"/>
    <w:rsid w:val="00601181"/>
    <w:rsid w:val="0061005C"/>
    <w:rsid w:val="0062123D"/>
    <w:rsid w:val="0062256D"/>
    <w:rsid w:val="00624252"/>
    <w:rsid w:val="006319B5"/>
    <w:rsid w:val="0064092C"/>
    <w:rsid w:val="0064186E"/>
    <w:rsid w:val="00650050"/>
    <w:rsid w:val="00663E8D"/>
    <w:rsid w:val="00681352"/>
    <w:rsid w:val="00681B4B"/>
    <w:rsid w:val="00686E5C"/>
    <w:rsid w:val="006934CD"/>
    <w:rsid w:val="006A4B76"/>
    <w:rsid w:val="006C2DF2"/>
    <w:rsid w:val="006C68AB"/>
    <w:rsid w:val="006C7A6D"/>
    <w:rsid w:val="006D5B7C"/>
    <w:rsid w:val="006E3241"/>
    <w:rsid w:val="006F5558"/>
    <w:rsid w:val="006F5DFF"/>
    <w:rsid w:val="006F6349"/>
    <w:rsid w:val="00706A6B"/>
    <w:rsid w:val="007105FC"/>
    <w:rsid w:val="00733742"/>
    <w:rsid w:val="00770F4A"/>
    <w:rsid w:val="00771911"/>
    <w:rsid w:val="007725FA"/>
    <w:rsid w:val="007857FE"/>
    <w:rsid w:val="00790234"/>
    <w:rsid w:val="007958C3"/>
    <w:rsid w:val="007964F3"/>
    <w:rsid w:val="007B37B0"/>
    <w:rsid w:val="007B7310"/>
    <w:rsid w:val="007C3A53"/>
    <w:rsid w:val="007C437A"/>
    <w:rsid w:val="007F43D2"/>
    <w:rsid w:val="007F4E33"/>
    <w:rsid w:val="008051B9"/>
    <w:rsid w:val="00821396"/>
    <w:rsid w:val="00824201"/>
    <w:rsid w:val="00841189"/>
    <w:rsid w:val="008423D0"/>
    <w:rsid w:val="00843ACD"/>
    <w:rsid w:val="00847054"/>
    <w:rsid w:val="00857485"/>
    <w:rsid w:val="00867F87"/>
    <w:rsid w:val="00870578"/>
    <w:rsid w:val="00875FA1"/>
    <w:rsid w:val="00885E71"/>
    <w:rsid w:val="008A1C6B"/>
    <w:rsid w:val="008A44C7"/>
    <w:rsid w:val="008B0BDB"/>
    <w:rsid w:val="008C0BF8"/>
    <w:rsid w:val="008C16E9"/>
    <w:rsid w:val="008D3A29"/>
    <w:rsid w:val="008D73BE"/>
    <w:rsid w:val="00900CC6"/>
    <w:rsid w:val="00900FBD"/>
    <w:rsid w:val="009066D1"/>
    <w:rsid w:val="00916037"/>
    <w:rsid w:val="00921171"/>
    <w:rsid w:val="009347D3"/>
    <w:rsid w:val="00937E4D"/>
    <w:rsid w:val="009410A7"/>
    <w:rsid w:val="009478F9"/>
    <w:rsid w:val="00963ACD"/>
    <w:rsid w:val="0096705F"/>
    <w:rsid w:val="00971322"/>
    <w:rsid w:val="00972628"/>
    <w:rsid w:val="009841CD"/>
    <w:rsid w:val="00984689"/>
    <w:rsid w:val="00986D2F"/>
    <w:rsid w:val="009A3065"/>
    <w:rsid w:val="009B4B02"/>
    <w:rsid w:val="009C2027"/>
    <w:rsid w:val="009F0487"/>
    <w:rsid w:val="009F7C96"/>
    <w:rsid w:val="00A06E2D"/>
    <w:rsid w:val="00A20C3B"/>
    <w:rsid w:val="00A529A6"/>
    <w:rsid w:val="00A53EA4"/>
    <w:rsid w:val="00A744F5"/>
    <w:rsid w:val="00AB7096"/>
    <w:rsid w:val="00AE3528"/>
    <w:rsid w:val="00AF24AB"/>
    <w:rsid w:val="00B043F0"/>
    <w:rsid w:val="00B04A2A"/>
    <w:rsid w:val="00B07021"/>
    <w:rsid w:val="00B134BB"/>
    <w:rsid w:val="00B13D83"/>
    <w:rsid w:val="00B22040"/>
    <w:rsid w:val="00B231C0"/>
    <w:rsid w:val="00B362B3"/>
    <w:rsid w:val="00B57C30"/>
    <w:rsid w:val="00B631AB"/>
    <w:rsid w:val="00B70BD4"/>
    <w:rsid w:val="00BA3FFE"/>
    <w:rsid w:val="00BC77BB"/>
    <w:rsid w:val="00BD2F10"/>
    <w:rsid w:val="00BE230D"/>
    <w:rsid w:val="00BE3B3D"/>
    <w:rsid w:val="00BE6FB4"/>
    <w:rsid w:val="00BF3223"/>
    <w:rsid w:val="00C0183E"/>
    <w:rsid w:val="00C04913"/>
    <w:rsid w:val="00C2065F"/>
    <w:rsid w:val="00C43BC6"/>
    <w:rsid w:val="00C4642D"/>
    <w:rsid w:val="00C70C69"/>
    <w:rsid w:val="00C72F61"/>
    <w:rsid w:val="00C84082"/>
    <w:rsid w:val="00C977B2"/>
    <w:rsid w:val="00CA0442"/>
    <w:rsid w:val="00CB3488"/>
    <w:rsid w:val="00CC33B2"/>
    <w:rsid w:val="00CD3E5A"/>
    <w:rsid w:val="00CD525B"/>
    <w:rsid w:val="00CD5C86"/>
    <w:rsid w:val="00CE4333"/>
    <w:rsid w:val="00CE6768"/>
    <w:rsid w:val="00CE6F06"/>
    <w:rsid w:val="00CE7800"/>
    <w:rsid w:val="00D00874"/>
    <w:rsid w:val="00D038B5"/>
    <w:rsid w:val="00D05781"/>
    <w:rsid w:val="00D058DE"/>
    <w:rsid w:val="00D07E7F"/>
    <w:rsid w:val="00D13821"/>
    <w:rsid w:val="00D27C98"/>
    <w:rsid w:val="00D3244C"/>
    <w:rsid w:val="00D35BD2"/>
    <w:rsid w:val="00D43BAC"/>
    <w:rsid w:val="00D4485E"/>
    <w:rsid w:val="00D477AD"/>
    <w:rsid w:val="00D563C7"/>
    <w:rsid w:val="00D60CDA"/>
    <w:rsid w:val="00D62F5C"/>
    <w:rsid w:val="00D67969"/>
    <w:rsid w:val="00D76704"/>
    <w:rsid w:val="00D80C22"/>
    <w:rsid w:val="00D827CD"/>
    <w:rsid w:val="00D84D8F"/>
    <w:rsid w:val="00DB77E3"/>
    <w:rsid w:val="00DC2453"/>
    <w:rsid w:val="00DE436E"/>
    <w:rsid w:val="00DF1CBC"/>
    <w:rsid w:val="00DF4E09"/>
    <w:rsid w:val="00DF6BC4"/>
    <w:rsid w:val="00E1389E"/>
    <w:rsid w:val="00E24D43"/>
    <w:rsid w:val="00E31F08"/>
    <w:rsid w:val="00E37A75"/>
    <w:rsid w:val="00E56709"/>
    <w:rsid w:val="00E70094"/>
    <w:rsid w:val="00E75941"/>
    <w:rsid w:val="00E80A2B"/>
    <w:rsid w:val="00E8339A"/>
    <w:rsid w:val="00E95060"/>
    <w:rsid w:val="00E97104"/>
    <w:rsid w:val="00EA2AAB"/>
    <w:rsid w:val="00EA2CFE"/>
    <w:rsid w:val="00EC22FD"/>
    <w:rsid w:val="00EE15FD"/>
    <w:rsid w:val="00EF0C24"/>
    <w:rsid w:val="00EF6EB9"/>
    <w:rsid w:val="00F009EF"/>
    <w:rsid w:val="00F10BDA"/>
    <w:rsid w:val="00F3738E"/>
    <w:rsid w:val="00F575FF"/>
    <w:rsid w:val="00F73798"/>
    <w:rsid w:val="00F82DAF"/>
    <w:rsid w:val="00F96CD3"/>
    <w:rsid w:val="00FA37B1"/>
    <w:rsid w:val="00FB34EA"/>
    <w:rsid w:val="00FC3DA1"/>
    <w:rsid w:val="00FC6074"/>
    <w:rsid w:val="00FD1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eaeaea,#ddd,#ffc,#396"/>
    </o:shapedefaults>
    <o:shapelayout v:ext="edit">
      <o:idmap v:ext="edit" data="1"/>
    </o:shapelayout>
  </w:shapeDefaults>
  <w:decimalSymbol w:val="."/>
  <w:listSeparator w:val=","/>
  <w15:docId w15:val="{C54A2D44-BE3F-4945-9A7A-BCA23743F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1181"/>
    <w:pPr>
      <w:spacing w:before="60" w:after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250F54"/>
    <w:pPr>
      <w:keepNext/>
      <w:pageBreakBefore/>
      <w:spacing w:before="1040" w:after="0"/>
      <w:ind w:left="1134" w:right="-851"/>
      <w:outlineLvl w:val="0"/>
    </w:pPr>
    <w:rPr>
      <w:rFonts w:ascii="Arial Narrow" w:hAnsi="Arial Narrow"/>
      <w:b/>
      <w:smallCaps/>
      <w:color w:val="0000FF"/>
      <w:kern w:val="28"/>
      <w:sz w:val="56"/>
    </w:rPr>
  </w:style>
  <w:style w:type="paragraph" w:styleId="Heading2">
    <w:name w:val="heading 2"/>
    <w:basedOn w:val="Normal"/>
    <w:next w:val="Normal"/>
    <w:qFormat/>
    <w:rsid w:val="000F513F"/>
    <w:pPr>
      <w:keepNext/>
      <w:pageBreakBefore/>
      <w:spacing w:before="0" w:after="120"/>
      <w:outlineLvl w:val="1"/>
    </w:pPr>
    <w:rPr>
      <w:b/>
      <w:smallCaps/>
      <w:color w:val="0000FF"/>
      <w:sz w:val="40"/>
      <w:szCs w:val="40"/>
    </w:rPr>
  </w:style>
  <w:style w:type="paragraph" w:styleId="Heading3">
    <w:name w:val="heading 3"/>
    <w:basedOn w:val="Normal"/>
    <w:next w:val="Normal"/>
    <w:qFormat/>
    <w:rsid w:val="009A3065"/>
    <w:pPr>
      <w:keepNext/>
      <w:outlineLvl w:val="2"/>
    </w:pPr>
    <w:rPr>
      <w:b/>
      <w:smallCaps/>
      <w:color w:val="0000FF"/>
      <w:kern w:val="28"/>
      <w:sz w:val="40"/>
    </w:rPr>
  </w:style>
  <w:style w:type="paragraph" w:styleId="Heading4">
    <w:name w:val="heading 4"/>
    <w:basedOn w:val="Normal"/>
    <w:next w:val="Normal"/>
    <w:qFormat/>
    <w:pPr>
      <w:keepNext/>
      <w:spacing w:before="240"/>
      <w:outlineLvl w:val="3"/>
    </w:pPr>
    <w:rPr>
      <w:b/>
      <w:i/>
      <w:sz w:val="24"/>
    </w:rPr>
  </w:style>
  <w:style w:type="paragraph" w:styleId="Heading5">
    <w:name w:val="heading 5"/>
    <w:basedOn w:val="Normal"/>
    <w:next w:val="Normal"/>
    <w:qFormat/>
    <w:pPr>
      <w:spacing w:before="24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spacing w:before="24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spacing w:before="240"/>
      <w:outlineLvl w:val="6"/>
    </w:pPr>
  </w:style>
  <w:style w:type="paragraph" w:styleId="Heading8">
    <w:name w:val="heading 8"/>
    <w:basedOn w:val="Normal"/>
    <w:next w:val="Normal"/>
    <w:qFormat/>
    <w:pPr>
      <w:spacing w:before="24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spacing w:before="24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  <w:spacing w:after="0"/>
      <w:jc w:val="right"/>
    </w:pPr>
    <w:rPr>
      <w:i/>
      <w:sz w:val="18"/>
    </w:rPr>
  </w:style>
  <w:style w:type="paragraph" w:styleId="Footer">
    <w:name w:val="footer"/>
    <w:basedOn w:val="Normal"/>
    <w:rsid w:val="008C16E9"/>
    <w:pPr>
      <w:pBdr>
        <w:top w:val="single" w:sz="4" w:space="10" w:color="FF0000"/>
      </w:pBdr>
      <w:tabs>
        <w:tab w:val="center" w:pos="4820"/>
        <w:tab w:val="right" w:pos="9639"/>
      </w:tabs>
      <w:spacing w:before="0" w:after="0"/>
    </w:pPr>
    <w:rPr>
      <w:i/>
      <w:color w:val="000000"/>
      <w:sz w:val="18"/>
    </w:rPr>
  </w:style>
  <w:style w:type="paragraph" w:styleId="BalloonText">
    <w:name w:val="Balloon Text"/>
    <w:basedOn w:val="Normal"/>
    <w:link w:val="BalloonTextChar"/>
    <w:rsid w:val="005147C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147CC"/>
    <w:rPr>
      <w:rFonts w:ascii="Tahoma" w:hAnsi="Tahoma" w:cs="Tahoma"/>
      <w:sz w:val="16"/>
      <w:szCs w:val="16"/>
      <w:lang w:eastAsia="en-US"/>
    </w:rPr>
  </w:style>
  <w:style w:type="paragraph" w:customStyle="1" w:styleId="Outcome">
    <w:name w:val="Outcome"/>
    <w:basedOn w:val="Normal"/>
    <w:rsid w:val="00870578"/>
    <w:pPr>
      <w:numPr>
        <w:numId w:val="8"/>
      </w:numPr>
    </w:pPr>
  </w:style>
  <w:style w:type="paragraph" w:styleId="BodyText">
    <w:name w:val="Body Text"/>
    <w:basedOn w:val="Normal"/>
    <w:link w:val="BodyTextChar"/>
    <w:rsid w:val="00870578"/>
    <w:pPr>
      <w:spacing w:before="0" w:after="0"/>
    </w:pPr>
    <w:rPr>
      <w:rFonts w:ascii="Arial Narrow" w:hAnsi="Arial Narrow" w:cs="Arial"/>
      <w:b/>
      <w:smallCaps/>
      <w:color w:val="FFFFFF"/>
      <w:sz w:val="28"/>
      <w:szCs w:val="28"/>
    </w:rPr>
  </w:style>
  <w:style w:type="character" w:customStyle="1" w:styleId="BodyTextChar">
    <w:name w:val="Body Text Char"/>
    <w:basedOn w:val="DefaultParagraphFont"/>
    <w:link w:val="BodyText"/>
    <w:rsid w:val="00870578"/>
    <w:rPr>
      <w:rFonts w:ascii="Arial Narrow" w:hAnsi="Arial Narrow" w:cs="Arial"/>
      <w:b/>
      <w:smallCaps/>
      <w:color w:val="FFFFFF"/>
      <w:sz w:val="28"/>
      <w:szCs w:val="28"/>
      <w:lang w:eastAsia="en-US"/>
    </w:rPr>
  </w:style>
  <w:style w:type="paragraph" w:customStyle="1" w:styleId="AcknowledgementsHeading">
    <w:name w:val="Acknowledgements Heading"/>
    <w:basedOn w:val="Normal"/>
    <w:rsid w:val="00986D2F"/>
    <w:pPr>
      <w:spacing w:before="120" w:after="120"/>
    </w:pPr>
    <w:rPr>
      <w:b/>
    </w:rPr>
  </w:style>
  <w:style w:type="paragraph" w:customStyle="1" w:styleId="AcknowledgementsText">
    <w:name w:val="Acknowledgements Text"/>
    <w:basedOn w:val="Normal"/>
    <w:rsid w:val="008A44C7"/>
    <w:pPr>
      <w:spacing w:before="120" w:after="120"/>
      <w:ind w:right="2835"/>
    </w:pPr>
    <w:rPr>
      <w:sz w:val="18"/>
      <w:szCs w:val="24"/>
    </w:rPr>
  </w:style>
  <w:style w:type="paragraph" w:customStyle="1" w:styleId="AcknowledgementsTightText">
    <w:name w:val="AcknowledgementsTightText"/>
    <w:basedOn w:val="Normal"/>
    <w:rsid w:val="00916037"/>
    <w:pPr>
      <w:spacing w:before="0" w:after="0"/>
      <w:ind w:right="2835"/>
    </w:pPr>
    <w:rPr>
      <w:sz w:val="18"/>
      <w:szCs w:val="24"/>
    </w:rPr>
  </w:style>
  <w:style w:type="paragraph" w:customStyle="1" w:styleId="AcknowledgementsTitle">
    <w:name w:val="AcknowledgementsTitle"/>
    <w:basedOn w:val="Normal"/>
    <w:rsid w:val="00463C11"/>
    <w:pPr>
      <w:spacing w:before="0" w:after="120"/>
      <w:ind w:right="1701"/>
    </w:pPr>
    <w:rPr>
      <w:rFonts w:ascii="Arial Narrow" w:hAnsi="Arial Narrow"/>
      <w:b/>
      <w:smallCaps/>
      <w:noProof/>
      <w:sz w:val="32"/>
      <w:szCs w:val="24"/>
      <w:lang w:eastAsia="zh-TW"/>
    </w:rPr>
  </w:style>
  <w:style w:type="paragraph" w:styleId="ListParagraph">
    <w:name w:val="List Paragraph"/>
    <w:basedOn w:val="Normal"/>
    <w:uiPriority w:val="34"/>
    <w:qFormat/>
    <w:rsid w:val="000D4C6A"/>
    <w:pPr>
      <w:ind w:left="720"/>
      <w:contextualSpacing/>
    </w:pPr>
  </w:style>
  <w:style w:type="paragraph" w:customStyle="1" w:styleId="FlysheetTitle1">
    <w:name w:val="Flysheet Title 1"/>
    <w:basedOn w:val="Normal"/>
    <w:rsid w:val="00B13D83"/>
    <w:pPr>
      <w:jc w:val="right"/>
    </w:pPr>
    <w:rPr>
      <w:rFonts w:ascii="Arial Narrow" w:hAnsi="Arial Narrow"/>
      <w:b/>
      <w:sz w:val="44"/>
      <w:szCs w:val="44"/>
    </w:rPr>
  </w:style>
  <w:style w:type="paragraph" w:customStyle="1" w:styleId="FlysheetSubtitle1">
    <w:name w:val="Flysheet Subtitle 1"/>
    <w:basedOn w:val="Normal"/>
    <w:rsid w:val="00B13D83"/>
    <w:pPr>
      <w:spacing w:before="0" w:after="0"/>
      <w:jc w:val="right"/>
    </w:pPr>
    <w:rPr>
      <w:rFonts w:ascii="Arial Narrow" w:hAnsi="Arial Narrow"/>
      <w:sz w:val="32"/>
      <w:szCs w:val="32"/>
    </w:rPr>
  </w:style>
  <w:style w:type="paragraph" w:customStyle="1" w:styleId="FlysheetTitle2">
    <w:name w:val="Flysheet Title 2"/>
    <w:basedOn w:val="Normal"/>
    <w:rsid w:val="00B13D83"/>
    <w:rPr>
      <w:sz w:val="36"/>
    </w:rPr>
  </w:style>
  <w:style w:type="paragraph" w:customStyle="1" w:styleId="FlysheetSubtitle2">
    <w:name w:val="Flysheet Subtitle 2"/>
    <w:basedOn w:val="FlysheetTitle2"/>
    <w:rsid w:val="00053614"/>
    <w:rPr>
      <w:rFonts w:ascii="Arial Narrow" w:hAnsi="Arial Narrow"/>
      <w:sz w:val="32"/>
    </w:rPr>
  </w:style>
  <w:style w:type="paragraph" w:customStyle="1" w:styleId="PrefaceHeading1">
    <w:name w:val="Preface Heading 1"/>
    <w:rsid w:val="001479F1"/>
    <w:pPr>
      <w:spacing w:before="480" w:after="240"/>
    </w:pPr>
    <w:rPr>
      <w:rFonts w:ascii="Arial Narrow" w:hAnsi="Arial Narrow"/>
      <w:b/>
      <w:smallCaps/>
      <w:color w:val="0000FF"/>
      <w:kern w:val="28"/>
      <w:sz w:val="56"/>
      <w:lang w:eastAsia="en-US"/>
    </w:rPr>
  </w:style>
  <w:style w:type="paragraph" w:customStyle="1" w:styleId="PrefaceHeading2">
    <w:name w:val="Preface Heading 2"/>
    <w:next w:val="Normal"/>
    <w:rsid w:val="00D3244C"/>
    <w:pPr>
      <w:spacing w:before="240" w:after="120"/>
    </w:pPr>
    <w:rPr>
      <w:rFonts w:ascii="Arial" w:hAnsi="Arial"/>
      <w:b/>
      <w:smallCaps/>
      <w:color w:val="0000FF"/>
      <w:sz w:val="40"/>
      <w:szCs w:val="40"/>
      <w:lang w:eastAsia="en-US"/>
    </w:rPr>
  </w:style>
  <w:style w:type="paragraph" w:styleId="TOC1">
    <w:name w:val="toc 1"/>
    <w:basedOn w:val="Normal"/>
    <w:next w:val="Normal"/>
    <w:autoRedefine/>
    <w:uiPriority w:val="39"/>
    <w:rsid w:val="000760D5"/>
    <w:pPr>
      <w:keepNext/>
      <w:keepLines/>
      <w:spacing w:before="120" w:after="100"/>
      <w:ind w:left="1191"/>
    </w:pPr>
    <w:rPr>
      <w:b/>
    </w:rPr>
  </w:style>
  <w:style w:type="paragraph" w:styleId="TOC2">
    <w:name w:val="toc 2"/>
    <w:basedOn w:val="Normal"/>
    <w:next w:val="Normal"/>
    <w:autoRedefine/>
    <w:rsid w:val="00B07021"/>
    <w:pPr>
      <w:spacing w:before="20" w:after="20"/>
      <w:ind w:left="1701"/>
    </w:pPr>
  </w:style>
  <w:style w:type="paragraph" w:customStyle="1" w:styleId="ContentsHeading1">
    <w:name w:val="Contents Heading 1"/>
    <w:next w:val="TOC1"/>
    <w:rsid w:val="00D3244C"/>
    <w:pPr>
      <w:pageBreakBefore/>
    </w:pPr>
    <w:rPr>
      <w:rFonts w:ascii="Arial Narrow" w:hAnsi="Arial Narrow"/>
      <w:b/>
      <w:smallCaps/>
      <w:color w:val="0000FF"/>
      <w:kern w:val="28"/>
      <w:sz w:val="56"/>
      <w:lang w:eastAsia="en-US"/>
    </w:rPr>
  </w:style>
  <w:style w:type="character" w:styleId="Hyperlink">
    <w:name w:val="Hyperlink"/>
    <w:basedOn w:val="DefaultParagraphFont"/>
    <w:uiPriority w:val="99"/>
    <w:unhideWhenUsed/>
    <w:rsid w:val="00D60CDA"/>
    <w:rPr>
      <w:color w:val="0000FF" w:themeColor="hyperlink"/>
      <w:u w:val="single"/>
    </w:rPr>
  </w:style>
  <w:style w:type="paragraph" w:styleId="TOC3">
    <w:name w:val="toc 3"/>
    <w:basedOn w:val="Normal"/>
    <w:next w:val="Normal"/>
    <w:autoRedefine/>
    <w:semiHidden/>
    <w:unhideWhenUsed/>
    <w:rsid w:val="00601181"/>
    <w:pPr>
      <w:spacing w:before="120" w:after="100"/>
      <w:ind w:left="1191"/>
    </w:pPr>
    <w:rPr>
      <w:b/>
    </w:rPr>
  </w:style>
  <w:style w:type="paragraph" w:customStyle="1" w:styleId="OutcomesHeading">
    <w:name w:val="Outcomes Heading"/>
    <w:basedOn w:val="Normal"/>
    <w:qFormat/>
    <w:rsid w:val="00252925"/>
    <w:pPr>
      <w:spacing w:after="240"/>
      <w:ind w:left="567"/>
    </w:pPr>
    <w:rPr>
      <w:b/>
      <w:color w:val="C00000"/>
      <w:sz w:val="22"/>
      <w:szCs w:val="22"/>
    </w:rPr>
  </w:style>
  <w:style w:type="paragraph" w:customStyle="1" w:styleId="Code">
    <w:name w:val="Code"/>
    <w:basedOn w:val="Normal"/>
    <w:qFormat/>
    <w:rsid w:val="00211820"/>
    <w:pPr>
      <w:spacing w:before="0" w:after="0"/>
    </w:pPr>
    <w:rPr>
      <w:rFonts w:ascii="Consolas" w:hAnsi="Consolas"/>
      <w:sz w:val="18"/>
    </w:rPr>
  </w:style>
  <w:style w:type="paragraph" w:customStyle="1" w:styleId="PreambleText">
    <w:name w:val="Preamble Text"/>
    <w:basedOn w:val="Normal"/>
    <w:rsid w:val="00971322"/>
    <w:rPr>
      <w:i/>
    </w:rPr>
  </w:style>
  <w:style w:type="paragraph" w:customStyle="1" w:styleId="PreambleLabel">
    <w:name w:val="Preamble Label"/>
    <w:basedOn w:val="Normal"/>
    <w:rsid w:val="00971322"/>
    <w:pPr>
      <w:ind w:left="113" w:right="113"/>
      <w:jc w:val="center"/>
    </w:pPr>
    <w:rPr>
      <w:b/>
      <w:i/>
      <w:color w:val="C00000"/>
      <w:position w:val="-6"/>
      <w:sz w:val="18"/>
      <w:szCs w:val="18"/>
    </w:rPr>
  </w:style>
  <w:style w:type="paragraph" w:customStyle="1" w:styleId="SecondLevel">
    <w:name w:val="Second Level"/>
    <w:basedOn w:val="Normal"/>
    <w:qFormat/>
    <w:rsid w:val="00971322"/>
    <w:pPr>
      <w:spacing w:after="0"/>
    </w:pPr>
    <w:rPr>
      <w:b/>
      <w:color w:val="0000F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drewK\Documents\EngineRoom\Templates\Standard%20Template\TemplateStar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266F99-9C58-48E0-851D-9F3815F26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TemplateStart</Template>
  <TotalTime>0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© Watsonia Publishing</Company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Andrew Krupa</dc:creator>
  <cp:keywords/>
  <cp:lastModifiedBy>Murli Rao</cp:lastModifiedBy>
  <cp:revision>4</cp:revision>
  <cp:lastPrinted>2001-10-08T08:42:00Z</cp:lastPrinted>
  <dcterms:created xsi:type="dcterms:W3CDTF">2016-05-05T03:36:00Z</dcterms:created>
  <dcterms:modified xsi:type="dcterms:W3CDTF">2016-09-05T02:32:00Z</dcterms:modified>
</cp:coreProperties>
</file>